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F7" w:rsidRPr="00EC3B3D" w:rsidRDefault="000E5BF7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0E5BF7" w:rsidRPr="00682DD7" w:rsidRDefault="000E5BF7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0E5BF7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0E5BF7" w:rsidRPr="006C113F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C113F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C113F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C113F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0E5BF7" w:rsidRPr="006C113F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>
        <w:rPr>
          <w:b/>
          <w:bCs/>
        </w:rPr>
        <w:t>Dz.U. UE  2024</w:t>
      </w:r>
      <w:r w:rsidRPr="006C113F">
        <w:rPr>
          <w:b/>
          <w:bCs/>
        </w:rPr>
        <w:t xml:space="preserve">/S </w:t>
      </w:r>
      <w:r>
        <w:rPr>
          <w:b/>
          <w:bCs/>
        </w:rPr>
        <w:t>212</w:t>
      </w:r>
      <w:r w:rsidRPr="006C113F">
        <w:rPr>
          <w:b/>
          <w:bCs/>
        </w:rPr>
        <w:t xml:space="preserve"> data </w:t>
      </w:r>
      <w:r>
        <w:rPr>
          <w:b/>
          <w:bCs/>
        </w:rPr>
        <w:t>30/10/2024</w:t>
      </w:r>
      <w:r w:rsidRPr="006C113F">
        <w:rPr>
          <w:b/>
          <w:bCs/>
        </w:rPr>
        <w:t xml:space="preserve"> strona […..], </w:t>
      </w:r>
    </w:p>
    <w:p w:rsidR="000E5BF7" w:rsidRPr="006C113F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>
        <w:rPr>
          <w:b/>
          <w:bCs/>
        </w:rPr>
        <w:t>Numer ogłoszenia w 2024</w:t>
      </w:r>
      <w:r w:rsidRPr="006C113F">
        <w:rPr>
          <w:b/>
          <w:bCs/>
        </w:rPr>
        <w:t xml:space="preserve">/S </w:t>
      </w:r>
      <w:r>
        <w:rPr>
          <w:b/>
          <w:bCs/>
        </w:rPr>
        <w:t>212</w:t>
      </w:r>
      <w:r w:rsidRPr="006C113F">
        <w:rPr>
          <w:b/>
          <w:bCs/>
        </w:rPr>
        <w:t>-</w:t>
      </w:r>
      <w:r>
        <w:rPr>
          <w:b/>
          <w:bCs/>
        </w:rPr>
        <w:t>691912</w:t>
      </w:r>
    </w:p>
    <w:p w:rsidR="000E5BF7" w:rsidRPr="00682DD7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C113F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</w:t>
      </w:r>
      <w:r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  <w:r w:rsidRPr="006C113F">
        <w:rPr>
          <w:rFonts w:ascii="Arial" w:hAnsi="Arial" w:cs="Arial"/>
          <w:b/>
          <w:bCs/>
          <w:w w:val="0"/>
          <w:sz w:val="20"/>
          <w:szCs w:val="20"/>
        </w:rPr>
        <w:t>U., instytucja zamawiająca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lub podmiot zamawiający muszą wypełnić informacje umożliwiające jednoznaczne zidentyfikowanie postępowania o udzielenie zamówienia:</w:t>
      </w:r>
    </w:p>
    <w:p w:rsidR="000E5BF7" w:rsidRPr="00682DD7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0E5BF7" w:rsidRPr="00682DD7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0E5BF7" w:rsidRPr="00682DD7">
        <w:trPr>
          <w:trHeight w:val="349"/>
        </w:trPr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rPr>
          <w:trHeight w:val="349"/>
        </w:trPr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0E5BF7" w:rsidRPr="00B150BB" w:rsidRDefault="000E5BF7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B150BB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0E5BF7" w:rsidRPr="00B150BB" w:rsidRDefault="000E5BF7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ul. Energetyków 46, 44-200 Rybnik</w:t>
            </w:r>
          </w:p>
          <w:p w:rsidR="000E5BF7" w:rsidRPr="00FC39AB" w:rsidRDefault="000E5BF7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E5BF7" w:rsidRPr="00682DD7">
        <w:trPr>
          <w:trHeight w:val="485"/>
        </w:trPr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0E5BF7" w:rsidRPr="00102824">
        <w:trPr>
          <w:trHeight w:val="484"/>
        </w:trPr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E5BF7" w:rsidRPr="00102824" w:rsidRDefault="000E5BF7" w:rsidP="00382504">
            <w:pPr>
              <w:pStyle w:val="NormalWeb"/>
              <w:spacing w:before="0" w:after="0"/>
              <w:ind w:firstLine="3"/>
              <w:jc w:val="left"/>
              <w:rPr>
                <w:rFonts w:ascii="Arial" w:hAnsi="Arial" w:cs="Arial"/>
                <w:b/>
                <w:bCs/>
              </w:rPr>
            </w:pPr>
            <w:r w:rsidRPr="00102824">
              <w:rPr>
                <w:rFonts w:ascii="Arial" w:hAnsi="Arial" w:cs="Arial"/>
                <w:b/>
                <w:bCs/>
              </w:rPr>
              <w:t>Dostawy specjalistycznych wyrobów medycznych dla Pracowni Hemodynamiki, w tym zabiegów ablacji wraz z dzierżawą urządzeń</w:t>
            </w:r>
          </w:p>
        </w:tc>
      </w:tr>
      <w:tr w:rsidR="000E5BF7" w:rsidRPr="00682DD7">
        <w:trPr>
          <w:trHeight w:val="484"/>
        </w:trPr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E5BF7" w:rsidRPr="00382504" w:rsidRDefault="000E5BF7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2824">
              <w:rPr>
                <w:rFonts w:ascii="Arial" w:hAnsi="Arial" w:cs="Arial"/>
                <w:b/>
                <w:bCs/>
                <w:sz w:val="20"/>
                <w:szCs w:val="20"/>
              </w:rPr>
              <w:t>LAS-160-PN/57-2024.AN</w:t>
            </w:r>
          </w:p>
        </w:tc>
      </w:tr>
    </w:tbl>
    <w:p w:rsidR="000E5BF7" w:rsidRPr="00682DD7" w:rsidRDefault="000E5BF7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0E5BF7" w:rsidRPr="00682DD7" w:rsidRDefault="000E5BF7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0E5BF7" w:rsidRPr="00682DD7">
        <w:trPr>
          <w:trHeight w:val="1372"/>
        </w:trPr>
        <w:tc>
          <w:tcPr>
            <w:tcW w:w="4644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0E5BF7" w:rsidRPr="00682DD7">
        <w:trPr>
          <w:trHeight w:val="2002"/>
        </w:trPr>
        <w:tc>
          <w:tcPr>
            <w:tcW w:w="4644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0E5BF7" w:rsidRPr="00B84CAC" w:rsidRDefault="000E5BF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0E5BF7" w:rsidRPr="00B84CAC" w:rsidRDefault="000E5BF7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0E5BF7" w:rsidRPr="00682DD7">
        <w:tc>
          <w:tcPr>
            <w:tcW w:w="4644" w:type="dxa"/>
          </w:tcPr>
          <w:p w:rsidR="000E5BF7" w:rsidRPr="00C646D5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0E5BF7" w:rsidRPr="00C646D5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0E5BF7" w:rsidRPr="00682DD7">
        <w:tc>
          <w:tcPr>
            <w:tcW w:w="4644" w:type="dxa"/>
          </w:tcPr>
          <w:p w:rsidR="000E5BF7" w:rsidRPr="001E6930" w:rsidRDefault="000E5BF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0E5BF7" w:rsidRPr="001E6930" w:rsidRDefault="000E5BF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0E5BF7" w:rsidRPr="001E6930" w:rsidRDefault="000E5BF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0E5BF7" w:rsidRPr="001E6930" w:rsidRDefault="000E5BF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5BF7" w:rsidRDefault="000E5BF7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0E5BF7" w:rsidRPr="004A7AE1" w:rsidRDefault="000E5BF7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0E5BF7" w:rsidRPr="004A7AE1" w:rsidRDefault="000E5BF7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0E5BF7" w:rsidRPr="004A7AE1" w:rsidRDefault="000E5BF7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0E5BF7" w:rsidRPr="001E6930" w:rsidRDefault="000E5BF7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E5BF7" w:rsidRPr="00682DD7">
        <w:tc>
          <w:tcPr>
            <w:tcW w:w="4644" w:type="dxa"/>
          </w:tcPr>
          <w:p w:rsidR="000E5BF7" w:rsidRPr="001E6930" w:rsidRDefault="000E5BF7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0E5BF7" w:rsidRPr="001E6930" w:rsidRDefault="000E5BF7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E5BF7" w:rsidRPr="001E6930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0E5BF7" w:rsidRPr="001E6930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E5BF7" w:rsidRPr="001E6930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E5BF7" w:rsidRPr="001E6930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0E5BF7" w:rsidRPr="001E6930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5BF7" w:rsidRPr="001E6930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5BF7" w:rsidRPr="001E6930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0E5BF7" w:rsidRPr="00682DD7">
        <w:tc>
          <w:tcPr>
            <w:tcW w:w="9289" w:type="dxa"/>
            <w:gridSpan w:val="2"/>
            <w:shd w:val="clear" w:color="auto" w:fill="F2F2F2"/>
          </w:tcPr>
          <w:p w:rsidR="000E5BF7" w:rsidRDefault="000E5BF7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0E5BF7" w:rsidRDefault="000E5BF7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0E5BF7" w:rsidRPr="00455154" w:rsidRDefault="000E5BF7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327EAF" w:rsidRDefault="000E5BF7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0E5BF7" w:rsidRPr="00327EAF" w:rsidRDefault="000E5BF7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0E5BF7" w:rsidRPr="00682DD7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0E5BF7" w:rsidRPr="00C646D5" w:rsidRDefault="000E5BF7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0E5BF7" w:rsidRPr="001439B8" w:rsidRDefault="000E5BF7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0E5BF7" w:rsidRPr="00C646D5" w:rsidRDefault="000E5BF7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4E53B2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344658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0E5BF7" w:rsidRPr="00B84CAC" w:rsidRDefault="000E5BF7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0E5BF7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0E5BF7" w:rsidRPr="00682DD7">
        <w:tc>
          <w:tcPr>
            <w:tcW w:w="4534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534" w:type="dxa"/>
          </w:tcPr>
          <w:p w:rsidR="000E5BF7" w:rsidRPr="00C32A45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0E5BF7" w:rsidRPr="00C32A45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0E5BF7" w:rsidRPr="008D1566" w:rsidRDefault="000E5BF7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0E5BF7" w:rsidRPr="00EC3B3D" w:rsidRDefault="000E5BF7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0E5BF7" w:rsidRPr="00682DD7" w:rsidRDefault="000E5BF7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0E5BF7" w:rsidRPr="00682DD7" w:rsidRDefault="000E5BF7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E5BF7" w:rsidRPr="00916520" w:rsidRDefault="000E5BF7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0E5BF7" w:rsidRPr="00682DD7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0E5BF7" w:rsidRPr="00682DD7" w:rsidRDefault="000E5BF7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0E5BF7" w:rsidRPr="00682DD7" w:rsidRDefault="000E5BF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0E5BF7" w:rsidRPr="00682DD7" w:rsidRDefault="000E5BF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0E5BF7" w:rsidRPr="00682DD7" w:rsidRDefault="000E5BF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0E5BF7" w:rsidRPr="00682DD7" w:rsidRDefault="000E5BF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0E5BF7" w:rsidRPr="00682DD7" w:rsidRDefault="000E5BF7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0E5BF7" w:rsidRPr="00682DD7">
        <w:tc>
          <w:tcPr>
            <w:tcW w:w="4644" w:type="dxa"/>
          </w:tcPr>
          <w:p w:rsidR="000E5BF7" w:rsidRPr="00330C13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0E5BF7" w:rsidRPr="00330C13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0E5BF7" w:rsidRPr="00682DD7">
        <w:trPr>
          <w:trHeight w:val="470"/>
        </w:trPr>
        <w:tc>
          <w:tcPr>
            <w:tcW w:w="4644" w:type="dxa"/>
            <w:vMerge w:val="restart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0E5BF7" w:rsidRPr="00682DD7" w:rsidRDefault="000E5BF7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0E5BF7" w:rsidRPr="00682DD7" w:rsidRDefault="000E5BF7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0E5BF7" w:rsidRPr="00682DD7" w:rsidRDefault="000E5BF7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0E5BF7" w:rsidRPr="00682DD7" w:rsidRDefault="000E5BF7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0E5BF7" w:rsidRPr="003B6F34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0E5BF7" w:rsidRPr="00682DD7" w:rsidRDefault="000E5BF7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0E5BF7" w:rsidRPr="00682DD7">
        <w:trPr>
          <w:trHeight w:val="1977"/>
        </w:trPr>
        <w:tc>
          <w:tcPr>
            <w:tcW w:w="4644" w:type="dxa"/>
            <w:vMerge/>
          </w:tcPr>
          <w:p w:rsidR="000E5BF7" w:rsidRPr="00682DD7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0E5BF7" w:rsidRPr="00682DD7" w:rsidRDefault="000E5BF7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E5BF7" w:rsidRPr="00682DD7" w:rsidRDefault="000E5BF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E5BF7" w:rsidRDefault="000E5BF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E5BF7" w:rsidRDefault="000E5BF7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0E5BF7" w:rsidRPr="00682DD7" w:rsidRDefault="000E5BF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E5BF7" w:rsidRPr="00682DD7" w:rsidRDefault="000E5BF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E5BF7" w:rsidRPr="00682DD7" w:rsidRDefault="000E5BF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E5BF7" w:rsidRDefault="000E5BF7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112466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0E5BF7" w:rsidRPr="00112466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0E5BF7" w:rsidRPr="00D1354E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23"/>
        <w:gridCol w:w="4539"/>
      </w:tblGrid>
      <w:tr w:rsidR="000E5BF7" w:rsidRPr="00682DD7">
        <w:tc>
          <w:tcPr>
            <w:tcW w:w="4523" w:type="dxa"/>
          </w:tcPr>
          <w:p w:rsidR="000E5BF7" w:rsidRPr="00D1354E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0E5BF7" w:rsidRPr="00D1354E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rPr>
          <w:trHeight w:val="406"/>
        </w:trPr>
        <w:tc>
          <w:tcPr>
            <w:tcW w:w="4523" w:type="dxa"/>
            <w:vMerge w:val="restart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0E5BF7" w:rsidRPr="00682DD7">
        <w:trPr>
          <w:trHeight w:val="405"/>
        </w:trPr>
        <w:tc>
          <w:tcPr>
            <w:tcW w:w="4523" w:type="dxa"/>
            <w:vMerge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E5BF7" w:rsidRPr="00682DD7">
        <w:tc>
          <w:tcPr>
            <w:tcW w:w="4523" w:type="dxa"/>
          </w:tcPr>
          <w:p w:rsidR="000E5BF7" w:rsidRPr="005F45A0" w:rsidRDefault="000E5BF7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0E5BF7" w:rsidRPr="005F45A0" w:rsidRDefault="000E5BF7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0E5BF7" w:rsidRPr="005F45A0" w:rsidRDefault="000E5BF7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E5BF7" w:rsidRPr="005F45A0" w:rsidRDefault="000E5BF7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E5BF7" w:rsidRPr="005F45A0" w:rsidRDefault="000E5BF7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0E5BF7" w:rsidRPr="005F45A0" w:rsidRDefault="000E5BF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0E5BF7" w:rsidRPr="005F45A0" w:rsidRDefault="000E5BF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0E5BF7" w:rsidRPr="005F45A0" w:rsidRDefault="000E5BF7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5BF7" w:rsidRPr="005F45A0" w:rsidRDefault="000E5BF7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0E5BF7" w:rsidRPr="005F45A0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E5BF7" w:rsidRPr="005F45A0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E5BF7" w:rsidRDefault="000E5BF7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0E5BF7" w:rsidRDefault="000E5BF7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0E5BF7" w:rsidRPr="005F45A0" w:rsidRDefault="000E5BF7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0E5BF7" w:rsidRPr="005F45A0" w:rsidRDefault="000E5BF7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0E5BF7" w:rsidRPr="005F45A0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E5BF7" w:rsidRPr="005F45A0" w:rsidRDefault="000E5BF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0E5BF7" w:rsidRPr="005F45A0" w:rsidRDefault="000E5BF7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0E5BF7" w:rsidRPr="005F45A0" w:rsidRDefault="000E5BF7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E5BF7" w:rsidRPr="005F45A0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E5BF7" w:rsidRPr="005F45A0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E5BF7" w:rsidRPr="005F45A0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0E5BF7" w:rsidRPr="00682DD7">
        <w:trPr>
          <w:trHeight w:val="303"/>
        </w:trPr>
        <w:tc>
          <w:tcPr>
            <w:tcW w:w="4523" w:type="dxa"/>
            <w:vMerge w:val="restart"/>
          </w:tcPr>
          <w:p w:rsidR="000E5BF7" w:rsidRPr="007F3023" w:rsidRDefault="000E5BF7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0E5BF7" w:rsidRPr="007F3023" w:rsidRDefault="000E5BF7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0E5BF7" w:rsidRPr="00682DD7">
        <w:trPr>
          <w:trHeight w:val="303"/>
        </w:trPr>
        <w:tc>
          <w:tcPr>
            <w:tcW w:w="4523" w:type="dxa"/>
            <w:vMerge/>
          </w:tcPr>
          <w:p w:rsidR="000E5BF7" w:rsidRPr="007F3023" w:rsidRDefault="000E5BF7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0E5BF7" w:rsidRPr="007F3023" w:rsidRDefault="000E5BF7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0E5BF7" w:rsidRPr="00682DD7">
        <w:trPr>
          <w:trHeight w:val="515"/>
        </w:trPr>
        <w:tc>
          <w:tcPr>
            <w:tcW w:w="4523" w:type="dxa"/>
            <w:vMerge w:val="restart"/>
          </w:tcPr>
          <w:p w:rsidR="000E5BF7" w:rsidRPr="00682DD7" w:rsidRDefault="000E5BF7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E5BF7" w:rsidRPr="00682DD7">
        <w:trPr>
          <w:trHeight w:val="514"/>
        </w:trPr>
        <w:tc>
          <w:tcPr>
            <w:tcW w:w="4523" w:type="dxa"/>
            <w:vMerge/>
          </w:tcPr>
          <w:p w:rsidR="000E5BF7" w:rsidRPr="00682DD7" w:rsidRDefault="000E5BF7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E5BF7" w:rsidRPr="00682DD7">
        <w:trPr>
          <w:trHeight w:val="1316"/>
        </w:trPr>
        <w:tc>
          <w:tcPr>
            <w:tcW w:w="4523" w:type="dxa"/>
          </w:tcPr>
          <w:p w:rsidR="000E5BF7" w:rsidRPr="00C646D5" w:rsidRDefault="000E5BF7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0E5BF7" w:rsidRPr="00682DD7">
        <w:trPr>
          <w:trHeight w:val="1544"/>
        </w:trPr>
        <w:tc>
          <w:tcPr>
            <w:tcW w:w="4523" w:type="dxa"/>
          </w:tcPr>
          <w:p w:rsidR="000E5BF7" w:rsidRPr="00682DD7" w:rsidRDefault="000E5BF7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E5BF7" w:rsidRPr="00682DD7">
        <w:trPr>
          <w:trHeight w:val="932"/>
        </w:trPr>
        <w:tc>
          <w:tcPr>
            <w:tcW w:w="4523" w:type="dxa"/>
            <w:vMerge w:val="restart"/>
          </w:tcPr>
          <w:p w:rsidR="000E5BF7" w:rsidRPr="00C646D5" w:rsidRDefault="000E5BF7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0E5BF7" w:rsidRPr="00682DD7">
        <w:trPr>
          <w:trHeight w:val="931"/>
        </w:trPr>
        <w:tc>
          <w:tcPr>
            <w:tcW w:w="4523" w:type="dxa"/>
            <w:vMerge/>
          </w:tcPr>
          <w:p w:rsidR="000E5BF7" w:rsidRPr="00C646D5" w:rsidRDefault="000E5BF7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0E5BF7" w:rsidRPr="00682DD7">
        <w:tc>
          <w:tcPr>
            <w:tcW w:w="4523" w:type="dxa"/>
          </w:tcPr>
          <w:p w:rsidR="000E5BF7" w:rsidRPr="007F3023" w:rsidRDefault="000E5BF7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0E5BF7" w:rsidRPr="007F3023" w:rsidRDefault="000E5BF7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0E5BF7" w:rsidRPr="00682DD7">
        <w:tc>
          <w:tcPr>
            <w:tcW w:w="4644" w:type="dxa"/>
          </w:tcPr>
          <w:p w:rsidR="000E5BF7" w:rsidRPr="006177D1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0E5BF7" w:rsidRPr="006177D1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0E5BF7" w:rsidRPr="00682DD7">
        <w:tc>
          <w:tcPr>
            <w:tcW w:w="4644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0E5BF7" w:rsidRPr="00682DD7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E5BF7" w:rsidRDefault="000E5BF7" w:rsidP="00916520"/>
    <w:p w:rsidR="000E5BF7" w:rsidRPr="00916520" w:rsidRDefault="000E5BF7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0E5BF7" w:rsidRPr="00526FFD" w:rsidRDefault="000E5BF7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0E5BF7" w:rsidRPr="00526FFD" w:rsidRDefault="000E5BF7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0E5BF7" w:rsidRPr="00563D87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0E5BF7" w:rsidRPr="00C3242D">
        <w:tc>
          <w:tcPr>
            <w:tcW w:w="4606" w:type="dxa"/>
          </w:tcPr>
          <w:p w:rsidR="000E5BF7" w:rsidRPr="00C646D5" w:rsidRDefault="000E5BF7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0E5BF7" w:rsidRPr="00C3242D">
        <w:tc>
          <w:tcPr>
            <w:tcW w:w="4606" w:type="dxa"/>
          </w:tcPr>
          <w:p w:rsidR="000E5BF7" w:rsidRPr="00C646D5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0E5BF7" w:rsidRPr="005A54FC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0E5BF7" w:rsidRPr="00C3242D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0E5BF7" w:rsidRPr="00C3242D">
        <w:tc>
          <w:tcPr>
            <w:tcW w:w="4644" w:type="dxa"/>
          </w:tcPr>
          <w:p w:rsidR="000E5BF7" w:rsidRPr="00C3242D" w:rsidRDefault="000E5BF7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0E5BF7" w:rsidRPr="00C3242D" w:rsidRDefault="000E5BF7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0E5BF7" w:rsidRPr="00682DD7">
        <w:tc>
          <w:tcPr>
            <w:tcW w:w="4644" w:type="dxa"/>
          </w:tcPr>
          <w:p w:rsidR="000E5BF7" w:rsidRPr="005A54FC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A54FC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5A54FC">
              <w:rPr>
                <w:rFonts w:ascii="Arial" w:hAnsi="Arial" w:cs="Arial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E5BF7" w:rsidRPr="005A54FC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Look w:val="0000"/>
            </w:tblPr>
            <w:tblGrid>
              <w:gridCol w:w="236"/>
            </w:tblGrid>
            <w:tr w:rsidR="000E5BF7" w:rsidRPr="005A54FC">
              <w:trPr>
                <w:trHeight w:val="512"/>
              </w:trPr>
              <w:tc>
                <w:tcPr>
                  <w:tcW w:w="0" w:type="auto"/>
                </w:tcPr>
                <w:p w:rsidR="000E5BF7" w:rsidRPr="005A54FC" w:rsidRDefault="000E5BF7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  <w:p w:rsidR="000E5BF7" w:rsidRPr="005A54FC" w:rsidRDefault="000E5BF7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</w:tc>
            </w:tr>
          </w:tbl>
          <w:p w:rsidR="000E5BF7" w:rsidRPr="005A54FC" w:rsidRDefault="000E5BF7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0E5BF7" w:rsidRPr="00682DD7">
        <w:tc>
          <w:tcPr>
            <w:tcW w:w="4644" w:type="dxa"/>
          </w:tcPr>
          <w:p w:rsidR="000E5BF7" w:rsidRPr="005A54FC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Czy konieczne jest </w:t>
            </w:r>
            <w:r w:rsidRPr="00E71C4C">
              <w:rPr>
                <w:rFonts w:ascii="Arial" w:hAnsi="Arial" w:cs="Arial"/>
                <w:b/>
                <w:bCs/>
                <w:strike/>
                <w:color w:val="808080"/>
                <w:sz w:val="20"/>
                <w:szCs w:val="20"/>
              </w:rPr>
              <w:t>posiadanie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 określonego </w:t>
            </w:r>
            <w:r w:rsidRPr="00E71C4C">
              <w:rPr>
                <w:rFonts w:ascii="Arial" w:hAnsi="Arial" w:cs="Arial"/>
                <w:b/>
                <w:bCs/>
                <w:strike/>
                <w:color w:val="808080"/>
                <w:sz w:val="20"/>
                <w:szCs w:val="20"/>
              </w:rPr>
              <w:t>zezwolenia lub bycie członkiem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E5BF7" w:rsidRPr="00E5643E" w:rsidRDefault="000E5BF7" w:rsidP="00D64E39">
            <w:pPr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</w:pP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  <w:t>[] Tak [] Nie</w:t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0E5BF7" w:rsidRPr="0019732B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0E5BF7" w:rsidRPr="00682DD7">
        <w:tc>
          <w:tcPr>
            <w:tcW w:w="4644" w:type="dxa"/>
          </w:tcPr>
          <w:p w:rsidR="000E5BF7" w:rsidRPr="0019732B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0E5BF7" w:rsidRPr="0019732B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5A54FC" w:rsidRDefault="000E5BF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0E5BF7" w:rsidRPr="005A54FC" w:rsidRDefault="000E5BF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0E5BF7" w:rsidRPr="00C52B99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0E5BF7" w:rsidRPr="00682DD7">
        <w:tc>
          <w:tcPr>
            <w:tcW w:w="4573" w:type="dxa"/>
          </w:tcPr>
          <w:p w:rsidR="000E5BF7" w:rsidRPr="00C52B99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07" w:type="dxa"/>
          </w:tcPr>
          <w:p w:rsidR="000E5BF7" w:rsidRPr="00C52B99" w:rsidRDefault="000E5BF7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573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E5BF7" w:rsidRPr="00682DD7">
        <w:tc>
          <w:tcPr>
            <w:tcW w:w="4573" w:type="dxa"/>
          </w:tcPr>
          <w:p w:rsidR="000E5BF7" w:rsidRPr="005A54FC" w:rsidRDefault="000E5BF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0E5BF7" w:rsidRPr="005A54FC" w:rsidRDefault="000E5BF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0E5BF7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BF7" w:rsidRPr="005A54FC" w:rsidRDefault="000E5BF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BF7" w:rsidRPr="005A54FC" w:rsidRDefault="000E5BF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BF7" w:rsidRPr="005A54FC" w:rsidRDefault="000E5BF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BF7" w:rsidRPr="005A54FC" w:rsidRDefault="000E5BF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0E5BF7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BF7" w:rsidRPr="005A54FC" w:rsidRDefault="000E5BF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BF7" w:rsidRPr="005A54FC" w:rsidRDefault="000E5BF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BF7" w:rsidRPr="005A54FC" w:rsidRDefault="000E5BF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BF7" w:rsidRPr="005A54FC" w:rsidRDefault="000E5BF7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0E5BF7" w:rsidRPr="005A54FC" w:rsidRDefault="000E5BF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0E5BF7" w:rsidRPr="00682DD7">
        <w:tc>
          <w:tcPr>
            <w:tcW w:w="4573" w:type="dxa"/>
          </w:tcPr>
          <w:p w:rsidR="000E5BF7" w:rsidRPr="001E1BA7" w:rsidRDefault="000E5BF7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0E5BF7" w:rsidRPr="001E1BA7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0E5BF7" w:rsidRPr="00682DD7">
        <w:tc>
          <w:tcPr>
            <w:tcW w:w="4573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E5BF7" w:rsidRPr="00682DD7">
        <w:tc>
          <w:tcPr>
            <w:tcW w:w="4573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E5BF7" w:rsidRPr="00682DD7">
        <w:tc>
          <w:tcPr>
            <w:tcW w:w="4573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0E5BF7" w:rsidRPr="00682DD7">
        <w:tc>
          <w:tcPr>
            <w:tcW w:w="4573" w:type="dxa"/>
          </w:tcPr>
          <w:p w:rsidR="000E5BF7" w:rsidRPr="005A54FC" w:rsidRDefault="000E5BF7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07" w:type="dxa"/>
          </w:tcPr>
          <w:p w:rsidR="000E5BF7" w:rsidRPr="005A54FC" w:rsidRDefault="000E5BF7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0E5BF7" w:rsidRPr="00682DD7">
        <w:tc>
          <w:tcPr>
            <w:tcW w:w="4573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E5BF7" w:rsidRPr="00682DD7">
        <w:tc>
          <w:tcPr>
            <w:tcW w:w="4573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0E5BF7" w:rsidRPr="00682DD7">
        <w:tc>
          <w:tcPr>
            <w:tcW w:w="4573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E5BF7" w:rsidRPr="00682DD7">
        <w:tc>
          <w:tcPr>
            <w:tcW w:w="4573" w:type="dxa"/>
          </w:tcPr>
          <w:p w:rsidR="000E5BF7" w:rsidRPr="00373DC4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07" w:type="dxa"/>
          </w:tcPr>
          <w:p w:rsidR="000E5BF7" w:rsidRPr="00373DC4" w:rsidRDefault="000E5BF7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</w:t>
            </w:r>
            <w:r>
              <w:rPr>
                <w:rFonts w:ascii="Arial" w:hAnsi="Arial" w:cs="Arial"/>
                <w:b/>
                <w:bCs/>
                <w:color w:val="2E74B5"/>
                <w:w w:val="0"/>
              </w:rPr>
              <w:t xml:space="preserve">  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]</w:t>
            </w:r>
          </w:p>
        </w:tc>
      </w:tr>
      <w:tr w:rsidR="000E5BF7" w:rsidRPr="00682DD7">
        <w:tc>
          <w:tcPr>
            <w:tcW w:w="4573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0E5BF7" w:rsidRPr="00682DD7">
        <w:tc>
          <w:tcPr>
            <w:tcW w:w="4573" w:type="dxa"/>
          </w:tcPr>
          <w:p w:rsidR="000E5BF7" w:rsidRPr="007A76C3" w:rsidRDefault="000E5BF7" w:rsidP="001566CF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A76C3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7A76C3">
              <w:rPr>
                <w:rFonts w:ascii="Arial" w:hAnsi="Arial" w:cs="Arial"/>
                <w:sz w:val="20"/>
                <w:szCs w:val="20"/>
              </w:rPr>
              <w:t>: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7A76C3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0E5BF7" w:rsidRPr="007A76C3" w:rsidRDefault="000E5BF7" w:rsidP="001566CF">
            <w:pPr>
              <w:rPr>
                <w:rFonts w:ascii="Arial" w:hAnsi="Arial" w:cs="Arial"/>
                <w:sz w:val="20"/>
                <w:szCs w:val="20"/>
              </w:rPr>
            </w:pP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E5BF7" w:rsidRPr="00EC3B3D" w:rsidRDefault="000E5BF7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0E5BF7" w:rsidRPr="00E650C1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0E5BF7" w:rsidRPr="00682DD7">
        <w:tc>
          <w:tcPr>
            <w:tcW w:w="4644" w:type="dxa"/>
          </w:tcPr>
          <w:p w:rsidR="000E5BF7" w:rsidRPr="00B42F8D" w:rsidRDefault="000E5BF7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0E5BF7" w:rsidRPr="00B42F8D" w:rsidRDefault="000E5BF7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1E1BA7" w:rsidRDefault="000E5BF7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0E5BF7" w:rsidRPr="001E1BA7" w:rsidRDefault="000E5BF7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E5BF7" w:rsidRPr="00682DD7">
        <w:tc>
          <w:tcPr>
            <w:tcW w:w="4644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E5BF7" w:rsidRPr="00C646D5" w:rsidRDefault="000E5BF7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E5BF7" w:rsidRDefault="000E5BF7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E5BF7" w:rsidRPr="00916520" w:rsidRDefault="000E5BF7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0E5BF7" w:rsidRPr="000342FD" w:rsidRDefault="000E5BF7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0E5BF7" w:rsidRPr="00682DD7" w:rsidRDefault="000E5BF7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0E5BF7" w:rsidRPr="00682DD7">
        <w:tc>
          <w:tcPr>
            <w:tcW w:w="4644" w:type="dxa"/>
          </w:tcPr>
          <w:p w:rsidR="000E5BF7" w:rsidRPr="009A41A4" w:rsidRDefault="000E5BF7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0E5BF7" w:rsidRPr="009A41A4" w:rsidRDefault="000E5BF7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0E5BF7" w:rsidRPr="00682DD7">
        <w:tc>
          <w:tcPr>
            <w:tcW w:w="4644" w:type="dxa"/>
          </w:tcPr>
          <w:p w:rsidR="000E5BF7" w:rsidRPr="00C646D5" w:rsidRDefault="000E5BF7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0E5BF7" w:rsidRPr="00C646D5" w:rsidRDefault="000E5BF7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0E5BF7" w:rsidRPr="00682DD7" w:rsidRDefault="000E5BF7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0E5BF7" w:rsidRPr="00682DD7" w:rsidRDefault="000E5BF7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E5BF7" w:rsidRPr="00682DD7" w:rsidRDefault="000E5BF7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E5BF7" w:rsidRPr="00682DD7" w:rsidRDefault="000E5BF7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0E5BF7" w:rsidRPr="00682DD7" w:rsidRDefault="000E5BF7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0E5BF7" w:rsidRPr="008D1566" w:rsidRDefault="000E5BF7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0E5BF7" w:rsidRPr="008D1566" w:rsidRDefault="000E5BF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0E5BF7" w:rsidRPr="008D1566" w:rsidRDefault="000E5BF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0E5BF7" w:rsidRPr="008D1566" w:rsidRDefault="000E5BF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0E5BF7" w:rsidRPr="008D1566" w:rsidRDefault="000E5BF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0E5BF7" w:rsidRPr="008D1566" w:rsidRDefault="000E5BF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0E5BF7" w:rsidRDefault="000E5BF7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0E5BF7" w:rsidRPr="00A8032C" w:rsidRDefault="000E5BF7" w:rsidP="008D1566">
      <w:pPr>
        <w:spacing w:after="0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3078DA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 ]</w:t>
      </w:r>
      <w:r w:rsidRPr="003078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A8032C">
        <w:rPr>
          <w:rFonts w:ascii="Arial" w:hAnsi="Arial" w:cs="Arial"/>
          <w:i/>
          <w:iCs/>
          <w:sz w:val="20"/>
          <w:szCs w:val="20"/>
        </w:rPr>
        <w:t xml:space="preserve">niniejszego jednolitego europejskiego dokumentu zamówienia, na potrzeby </w:t>
      </w:r>
    </w:p>
    <w:p w:rsidR="000E5BF7" w:rsidRPr="003B63BE" w:rsidRDefault="000E5BF7" w:rsidP="00B150BB">
      <w:pPr>
        <w:jc w:val="both"/>
        <w:rPr>
          <w:rFonts w:ascii="Arial" w:eastAsia="MS ??" w:hAnsi="Arial"/>
          <w:i/>
          <w:iCs/>
          <w:sz w:val="20"/>
          <w:szCs w:val="20"/>
        </w:rPr>
      </w:pPr>
      <w:r w:rsidRPr="00A8032C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Pr="00A8032C">
        <w:rPr>
          <w:rFonts w:ascii="Arial" w:hAnsi="Arial" w:cs="Arial"/>
          <w:i/>
          <w:iCs/>
          <w:sz w:val="20"/>
          <w:szCs w:val="20"/>
        </w:rPr>
        <w:t>(</w:t>
      </w:r>
      <w:r w:rsidRPr="00A8032C">
        <w:rPr>
          <w:rFonts w:ascii="Arial" w:hAnsi="Arial" w:cs="Arial"/>
          <w:sz w:val="20"/>
          <w:szCs w:val="20"/>
        </w:rPr>
        <w:t>Dostawy specjalistycznych wyrobów medycznych dla Pracowni Hemodynamiki, w tym do zabiegów ablacji wraz z dzierżawą urządzeń</w:t>
      </w:r>
      <w:r w:rsidRPr="00A8032C">
        <w:rPr>
          <w:rFonts w:ascii="Arial" w:hAnsi="Arial" w:cs="Arial"/>
          <w:i/>
          <w:iCs/>
          <w:sz w:val="20"/>
          <w:szCs w:val="20"/>
          <w:lang w:eastAsia="pl-PL"/>
        </w:rPr>
        <w:t>),</w:t>
      </w:r>
      <w:r w:rsidRPr="00A8032C">
        <w:rPr>
          <w:rFonts w:ascii="Arial" w:hAnsi="Arial" w:cs="Arial"/>
          <w:i/>
          <w:iCs/>
          <w:sz w:val="20"/>
          <w:szCs w:val="20"/>
        </w:rPr>
        <w:t xml:space="preserve"> </w:t>
      </w:r>
      <w:r w:rsidRPr="00A8032C">
        <w:rPr>
          <w:rFonts w:ascii="Arial" w:hAnsi="Arial" w:cs="Arial"/>
          <w:sz w:val="20"/>
          <w:szCs w:val="20"/>
        </w:rPr>
        <w:t>LAS-160-PN/57-2024.AN</w:t>
      </w:r>
      <w:r w:rsidRPr="00A8032C">
        <w:rPr>
          <w:rFonts w:ascii="Arial" w:hAnsi="Arial" w:cs="Arial"/>
          <w:i/>
          <w:iCs/>
          <w:sz w:val="20"/>
          <w:szCs w:val="20"/>
        </w:rPr>
        <w:t>, [Dz. U. S: 2024/S  212-691912].</w:t>
      </w:r>
    </w:p>
    <w:p w:rsidR="000E5BF7" w:rsidRPr="00B150BB" w:rsidRDefault="000E5BF7" w:rsidP="00B150BB">
      <w:pPr>
        <w:pStyle w:val="NormalWeb"/>
        <w:spacing w:before="0" w:after="0" w:line="276" w:lineRule="auto"/>
        <w:rPr>
          <w:rFonts w:ascii="Arial" w:hAnsi="Arial" w:cs="Arial"/>
          <w:color w:val="607796"/>
        </w:rPr>
      </w:pPr>
    </w:p>
    <w:p w:rsidR="000E5BF7" w:rsidRDefault="000E5BF7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0E5BF7" w:rsidRPr="00DF4744" w:rsidRDefault="000E5BF7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0E5BF7" w:rsidRDefault="000E5BF7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0E5BF7" w:rsidRDefault="000E5BF7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3.4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0E5BF7" w:rsidRDefault="000E5BF7" w:rsidP="008D1566">
      <w:pPr>
        <w:pStyle w:val="ListParagraph"/>
        <w:spacing w:before="240" w:after="0"/>
        <w:ind w:left="360"/>
        <w:jc w:val="both"/>
        <w:rPr>
          <w:color w:val="000000"/>
          <w:sz w:val="20"/>
          <w:szCs w:val="20"/>
        </w:rPr>
      </w:pPr>
    </w:p>
    <w:p w:rsidR="000E5BF7" w:rsidRPr="00A46EC6" w:rsidRDefault="000E5BF7" w:rsidP="00D64E39">
      <w:pPr>
        <w:pStyle w:val="ListParagraph"/>
        <w:spacing w:before="240" w:after="0"/>
        <w:ind w:left="360"/>
        <w:rPr>
          <w:rFonts w:ascii="Arial" w:hAnsi="Arial" w:cs="Arial"/>
          <w:sz w:val="20"/>
          <w:szCs w:val="20"/>
        </w:rPr>
      </w:pPr>
    </w:p>
    <w:p w:rsidR="000E5BF7" w:rsidRPr="00A17E53" w:rsidRDefault="000E5BF7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0E5BF7" w:rsidRDefault="000E5BF7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0E5BF7" w:rsidRPr="00C3242D" w:rsidRDefault="000E5BF7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0E5BF7" w:rsidRPr="005B6BFC" w:rsidRDefault="000E5BF7" w:rsidP="00FC39AB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p w:rsidR="000E5BF7" w:rsidRDefault="000E5BF7" w:rsidP="00D64E39">
      <w:pPr>
        <w:pStyle w:val="Akapitzlist1"/>
        <w:tabs>
          <w:tab w:val="left" w:pos="0"/>
        </w:tabs>
        <w:ind w:left="0"/>
        <w:jc w:val="both"/>
        <w:rPr>
          <w:rFonts w:ascii="Calibri" w:hAnsi="Calibri" w:cs="Calibri"/>
          <w:color w:val="2F5496"/>
          <w:lang w:eastAsia="en-GB"/>
        </w:rPr>
      </w:pPr>
    </w:p>
    <w:sectPr w:rsidR="000E5BF7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BF7" w:rsidRDefault="000E5BF7">
      <w:pPr>
        <w:spacing w:after="0" w:line="240" w:lineRule="auto"/>
      </w:pPr>
      <w:r>
        <w:separator/>
      </w:r>
    </w:p>
  </w:endnote>
  <w:endnote w:type="continuationSeparator" w:id="0">
    <w:p w:rsidR="000E5BF7" w:rsidRDefault="000E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BF7" w:rsidRDefault="000E5BF7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17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18</w:t>
    </w:r>
    <w:r w:rsidRPr="00916520">
      <w:rPr>
        <w:b/>
        <w:bCs/>
        <w:sz w:val="18"/>
        <w:szCs w:val="18"/>
      </w:rPr>
      <w:fldChar w:fldCharType="end"/>
    </w:r>
  </w:p>
  <w:p w:rsidR="000E5BF7" w:rsidRDefault="000E5BF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BF7" w:rsidRDefault="000E5BF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E5BF7" w:rsidRDefault="000E5BF7">
      <w:pPr>
        <w:spacing w:after="0" w:line="240" w:lineRule="auto"/>
      </w:pPr>
      <w:r>
        <w:continuationSeparator/>
      </w:r>
    </w:p>
  </w:footnote>
  <w:footnote w:id="1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E5BF7" w:rsidRDefault="000E5BF7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E5BF7" w:rsidRPr="003B6373" w:rsidRDefault="000E5BF7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E5BF7" w:rsidRPr="003B6373" w:rsidRDefault="000E5BF7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0E5BF7" w:rsidRPr="003B6373" w:rsidRDefault="000E5BF7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0E5BF7" w:rsidRDefault="000E5BF7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E5BF7" w:rsidRDefault="000E5BF7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BF7" w:rsidRDefault="000E5BF7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20707"/>
    <w:rsid w:val="00031932"/>
    <w:rsid w:val="000342FD"/>
    <w:rsid w:val="00034F7C"/>
    <w:rsid w:val="00055ACA"/>
    <w:rsid w:val="00065E5D"/>
    <w:rsid w:val="00081BA8"/>
    <w:rsid w:val="00085B90"/>
    <w:rsid w:val="00092444"/>
    <w:rsid w:val="0009288F"/>
    <w:rsid w:val="00093D0E"/>
    <w:rsid w:val="00097364"/>
    <w:rsid w:val="000A6A99"/>
    <w:rsid w:val="000A7067"/>
    <w:rsid w:val="000B0DF1"/>
    <w:rsid w:val="000B4EE9"/>
    <w:rsid w:val="000C1076"/>
    <w:rsid w:val="000D05EF"/>
    <w:rsid w:val="000D35EB"/>
    <w:rsid w:val="000D6A1D"/>
    <w:rsid w:val="000E5237"/>
    <w:rsid w:val="000E5BF7"/>
    <w:rsid w:val="000E5E92"/>
    <w:rsid w:val="000F3A58"/>
    <w:rsid w:val="00102824"/>
    <w:rsid w:val="00112259"/>
    <w:rsid w:val="00112466"/>
    <w:rsid w:val="00115FD5"/>
    <w:rsid w:val="00125526"/>
    <w:rsid w:val="00126715"/>
    <w:rsid w:val="001439B8"/>
    <w:rsid w:val="00150C47"/>
    <w:rsid w:val="001566CF"/>
    <w:rsid w:val="00170275"/>
    <w:rsid w:val="001851C6"/>
    <w:rsid w:val="0019414A"/>
    <w:rsid w:val="0019732B"/>
    <w:rsid w:val="00197A7D"/>
    <w:rsid w:val="001A1B8A"/>
    <w:rsid w:val="001A4717"/>
    <w:rsid w:val="001B0DAA"/>
    <w:rsid w:val="001E1BA7"/>
    <w:rsid w:val="001E6930"/>
    <w:rsid w:val="001F2C51"/>
    <w:rsid w:val="002020D4"/>
    <w:rsid w:val="00230106"/>
    <w:rsid w:val="00237676"/>
    <w:rsid w:val="0024230A"/>
    <w:rsid w:val="00242E77"/>
    <w:rsid w:val="00254AAB"/>
    <w:rsid w:val="00272EC9"/>
    <w:rsid w:val="00282C3E"/>
    <w:rsid w:val="00286D6D"/>
    <w:rsid w:val="002A009A"/>
    <w:rsid w:val="002B53B1"/>
    <w:rsid w:val="003078DA"/>
    <w:rsid w:val="003160FE"/>
    <w:rsid w:val="00324F35"/>
    <w:rsid w:val="003254E1"/>
    <w:rsid w:val="00327EAF"/>
    <w:rsid w:val="00330C13"/>
    <w:rsid w:val="00333CD5"/>
    <w:rsid w:val="00344658"/>
    <w:rsid w:val="00357E82"/>
    <w:rsid w:val="00363D92"/>
    <w:rsid w:val="00373DC4"/>
    <w:rsid w:val="003752F4"/>
    <w:rsid w:val="00381805"/>
    <w:rsid w:val="00382504"/>
    <w:rsid w:val="003A6E38"/>
    <w:rsid w:val="003B11BD"/>
    <w:rsid w:val="003B4BE0"/>
    <w:rsid w:val="003B6373"/>
    <w:rsid w:val="003B63BE"/>
    <w:rsid w:val="003B6F34"/>
    <w:rsid w:val="003E2AF9"/>
    <w:rsid w:val="003F08FD"/>
    <w:rsid w:val="003F170C"/>
    <w:rsid w:val="00421EB3"/>
    <w:rsid w:val="00430A51"/>
    <w:rsid w:val="00433BF7"/>
    <w:rsid w:val="004461D4"/>
    <w:rsid w:val="00455154"/>
    <w:rsid w:val="00461743"/>
    <w:rsid w:val="004760CE"/>
    <w:rsid w:val="00476C70"/>
    <w:rsid w:val="00491365"/>
    <w:rsid w:val="004A4522"/>
    <w:rsid w:val="004A7650"/>
    <w:rsid w:val="004A7AE1"/>
    <w:rsid w:val="004B0758"/>
    <w:rsid w:val="004B5BF2"/>
    <w:rsid w:val="004B660C"/>
    <w:rsid w:val="004C0EEC"/>
    <w:rsid w:val="004C11B8"/>
    <w:rsid w:val="004C23D0"/>
    <w:rsid w:val="004C3064"/>
    <w:rsid w:val="004E53B2"/>
    <w:rsid w:val="004F3F3B"/>
    <w:rsid w:val="00501D2D"/>
    <w:rsid w:val="005040B5"/>
    <w:rsid w:val="0050540F"/>
    <w:rsid w:val="0051752E"/>
    <w:rsid w:val="00526952"/>
    <w:rsid w:val="00526FFD"/>
    <w:rsid w:val="005329D3"/>
    <w:rsid w:val="00537A50"/>
    <w:rsid w:val="00541B39"/>
    <w:rsid w:val="00544C59"/>
    <w:rsid w:val="00560756"/>
    <w:rsid w:val="00563D87"/>
    <w:rsid w:val="005A54FC"/>
    <w:rsid w:val="005B6BFC"/>
    <w:rsid w:val="005C4E12"/>
    <w:rsid w:val="005C5226"/>
    <w:rsid w:val="005C627A"/>
    <w:rsid w:val="005D594B"/>
    <w:rsid w:val="005D6CCB"/>
    <w:rsid w:val="005F45A0"/>
    <w:rsid w:val="00602FC5"/>
    <w:rsid w:val="00613B9C"/>
    <w:rsid w:val="006177D1"/>
    <w:rsid w:val="006319DE"/>
    <w:rsid w:val="00635B93"/>
    <w:rsid w:val="00647880"/>
    <w:rsid w:val="00667101"/>
    <w:rsid w:val="00682DD7"/>
    <w:rsid w:val="00695D42"/>
    <w:rsid w:val="00697519"/>
    <w:rsid w:val="006A114B"/>
    <w:rsid w:val="006C113F"/>
    <w:rsid w:val="006D3917"/>
    <w:rsid w:val="006E049A"/>
    <w:rsid w:val="006E374F"/>
    <w:rsid w:val="006F559B"/>
    <w:rsid w:val="0071395B"/>
    <w:rsid w:val="0074342B"/>
    <w:rsid w:val="0075170F"/>
    <w:rsid w:val="007569B5"/>
    <w:rsid w:val="00782120"/>
    <w:rsid w:val="00783187"/>
    <w:rsid w:val="007968DA"/>
    <w:rsid w:val="007A76C3"/>
    <w:rsid w:val="007B1122"/>
    <w:rsid w:val="007D4F0A"/>
    <w:rsid w:val="007D74CE"/>
    <w:rsid w:val="007E10FE"/>
    <w:rsid w:val="007F1B7E"/>
    <w:rsid w:val="007F3023"/>
    <w:rsid w:val="007F4262"/>
    <w:rsid w:val="007F5888"/>
    <w:rsid w:val="007F6117"/>
    <w:rsid w:val="008033DF"/>
    <w:rsid w:val="00805625"/>
    <w:rsid w:val="00817976"/>
    <w:rsid w:val="00830A15"/>
    <w:rsid w:val="00836572"/>
    <w:rsid w:val="0085114F"/>
    <w:rsid w:val="008660AC"/>
    <w:rsid w:val="0087093A"/>
    <w:rsid w:val="008739C8"/>
    <w:rsid w:val="008741B1"/>
    <w:rsid w:val="008754AA"/>
    <w:rsid w:val="008C6FE4"/>
    <w:rsid w:val="008D1566"/>
    <w:rsid w:val="008D2EEE"/>
    <w:rsid w:val="008D2F01"/>
    <w:rsid w:val="008F25D4"/>
    <w:rsid w:val="009070B8"/>
    <w:rsid w:val="00914DD9"/>
    <w:rsid w:val="00916520"/>
    <w:rsid w:val="00933B0C"/>
    <w:rsid w:val="00934D1A"/>
    <w:rsid w:val="00946287"/>
    <w:rsid w:val="009466CB"/>
    <w:rsid w:val="009905DF"/>
    <w:rsid w:val="009A3DE8"/>
    <w:rsid w:val="009A41A4"/>
    <w:rsid w:val="009B11A3"/>
    <w:rsid w:val="009C5549"/>
    <w:rsid w:val="009C68FE"/>
    <w:rsid w:val="009D7C5D"/>
    <w:rsid w:val="009E1BA5"/>
    <w:rsid w:val="009E7F7F"/>
    <w:rsid w:val="00A12446"/>
    <w:rsid w:val="00A17E53"/>
    <w:rsid w:val="00A21F02"/>
    <w:rsid w:val="00A33903"/>
    <w:rsid w:val="00A41AE1"/>
    <w:rsid w:val="00A46EC6"/>
    <w:rsid w:val="00A508C5"/>
    <w:rsid w:val="00A530FB"/>
    <w:rsid w:val="00A627FA"/>
    <w:rsid w:val="00A7006B"/>
    <w:rsid w:val="00A76196"/>
    <w:rsid w:val="00A8032C"/>
    <w:rsid w:val="00A830A2"/>
    <w:rsid w:val="00A96EA9"/>
    <w:rsid w:val="00AC2981"/>
    <w:rsid w:val="00AC2E49"/>
    <w:rsid w:val="00AD03E8"/>
    <w:rsid w:val="00AD779D"/>
    <w:rsid w:val="00AE3D25"/>
    <w:rsid w:val="00AE7AD5"/>
    <w:rsid w:val="00AF19B7"/>
    <w:rsid w:val="00B0315F"/>
    <w:rsid w:val="00B150BB"/>
    <w:rsid w:val="00B166F0"/>
    <w:rsid w:val="00B20AB1"/>
    <w:rsid w:val="00B215EA"/>
    <w:rsid w:val="00B31A4A"/>
    <w:rsid w:val="00B33409"/>
    <w:rsid w:val="00B34AA2"/>
    <w:rsid w:val="00B42F8D"/>
    <w:rsid w:val="00B46B33"/>
    <w:rsid w:val="00B53352"/>
    <w:rsid w:val="00B63751"/>
    <w:rsid w:val="00B84CAC"/>
    <w:rsid w:val="00B87263"/>
    <w:rsid w:val="00B933D2"/>
    <w:rsid w:val="00B94FDD"/>
    <w:rsid w:val="00BA0140"/>
    <w:rsid w:val="00C000BD"/>
    <w:rsid w:val="00C00300"/>
    <w:rsid w:val="00C26646"/>
    <w:rsid w:val="00C3242D"/>
    <w:rsid w:val="00C32A45"/>
    <w:rsid w:val="00C32CB4"/>
    <w:rsid w:val="00C40943"/>
    <w:rsid w:val="00C514DE"/>
    <w:rsid w:val="00C52B99"/>
    <w:rsid w:val="00C57F64"/>
    <w:rsid w:val="00C646D5"/>
    <w:rsid w:val="00C663A7"/>
    <w:rsid w:val="00C73485"/>
    <w:rsid w:val="00C75B27"/>
    <w:rsid w:val="00C9451E"/>
    <w:rsid w:val="00C94E4F"/>
    <w:rsid w:val="00CA1FF8"/>
    <w:rsid w:val="00CA2090"/>
    <w:rsid w:val="00CA3241"/>
    <w:rsid w:val="00CA5B90"/>
    <w:rsid w:val="00CB3AF0"/>
    <w:rsid w:val="00CC428C"/>
    <w:rsid w:val="00CD064F"/>
    <w:rsid w:val="00CE0858"/>
    <w:rsid w:val="00CF6FDD"/>
    <w:rsid w:val="00D034D0"/>
    <w:rsid w:val="00D05B3F"/>
    <w:rsid w:val="00D05F2E"/>
    <w:rsid w:val="00D12539"/>
    <w:rsid w:val="00D12BCE"/>
    <w:rsid w:val="00D1354E"/>
    <w:rsid w:val="00D139B0"/>
    <w:rsid w:val="00D210F0"/>
    <w:rsid w:val="00D22B30"/>
    <w:rsid w:val="00D269E6"/>
    <w:rsid w:val="00D277BA"/>
    <w:rsid w:val="00D32C70"/>
    <w:rsid w:val="00D41F66"/>
    <w:rsid w:val="00D64E39"/>
    <w:rsid w:val="00D67A24"/>
    <w:rsid w:val="00D70203"/>
    <w:rsid w:val="00DB1020"/>
    <w:rsid w:val="00DD328D"/>
    <w:rsid w:val="00DE344D"/>
    <w:rsid w:val="00DE38B5"/>
    <w:rsid w:val="00DF4744"/>
    <w:rsid w:val="00E05BCF"/>
    <w:rsid w:val="00E1008B"/>
    <w:rsid w:val="00E1320D"/>
    <w:rsid w:val="00E15D60"/>
    <w:rsid w:val="00E3131B"/>
    <w:rsid w:val="00E45BC2"/>
    <w:rsid w:val="00E5643E"/>
    <w:rsid w:val="00E575A9"/>
    <w:rsid w:val="00E630D4"/>
    <w:rsid w:val="00E650C1"/>
    <w:rsid w:val="00E71C4C"/>
    <w:rsid w:val="00E75457"/>
    <w:rsid w:val="00EA629C"/>
    <w:rsid w:val="00EB3DE4"/>
    <w:rsid w:val="00EB5899"/>
    <w:rsid w:val="00EC3B3D"/>
    <w:rsid w:val="00EE1B70"/>
    <w:rsid w:val="00EE4F5E"/>
    <w:rsid w:val="00F0779C"/>
    <w:rsid w:val="00F15A08"/>
    <w:rsid w:val="00F30549"/>
    <w:rsid w:val="00F34C9B"/>
    <w:rsid w:val="00F35ADC"/>
    <w:rsid w:val="00F602D2"/>
    <w:rsid w:val="00F617E4"/>
    <w:rsid w:val="00F6296E"/>
    <w:rsid w:val="00F71DF7"/>
    <w:rsid w:val="00FA1DF7"/>
    <w:rsid w:val="00FB5E52"/>
    <w:rsid w:val="00FC39AB"/>
    <w:rsid w:val="00FC6BF4"/>
    <w:rsid w:val="00FD3793"/>
    <w:rsid w:val="00FE045A"/>
    <w:rsid w:val="00FE3B65"/>
    <w:rsid w:val="00FF3695"/>
    <w:rsid w:val="00FF632F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link w:val="NormalWebChar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paragraph" w:customStyle="1" w:styleId="ZnakZnakZnakZnak1">
    <w:name w:val="Znak Znak Znak Znak1"/>
    <w:basedOn w:val="Normal"/>
    <w:uiPriority w:val="99"/>
    <w:rsid w:val="00817976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character" w:customStyle="1" w:styleId="NormalWebChar">
    <w:name w:val="Normal (Web) Char"/>
    <w:link w:val="NormalWeb"/>
    <w:uiPriority w:val="99"/>
    <w:locked/>
    <w:rsid w:val="00CA1FF8"/>
    <w:rPr>
      <w:rFonts w:ascii="Arial Narrow" w:hAnsi="Arial Narrow" w:cs="Arial Narrow"/>
      <w:lang w:val="pl-PL" w:eastAsia="pl-PL"/>
    </w:rPr>
  </w:style>
  <w:style w:type="paragraph" w:customStyle="1" w:styleId="ZnakZnakZnakZnak2">
    <w:name w:val="Znak Znak Znak Znak2"/>
    <w:basedOn w:val="Normal"/>
    <w:uiPriority w:val="99"/>
    <w:rsid w:val="00382504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4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18</Pages>
  <Words>4978</Words>
  <Characters>29874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aniezgodzinska</cp:lastModifiedBy>
  <cp:revision>3</cp:revision>
  <cp:lastPrinted>2024-10-30T07:42:00Z</cp:lastPrinted>
  <dcterms:created xsi:type="dcterms:W3CDTF">2024-10-29T11:30:00Z</dcterms:created>
  <dcterms:modified xsi:type="dcterms:W3CDTF">2024-10-30T07:42:00Z</dcterms:modified>
</cp:coreProperties>
</file>