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FC8" w:rsidRPr="00825DA1" w:rsidRDefault="00A93E24" w:rsidP="00203712">
      <w:pPr>
        <w:spacing w:before="240" w:line="360" w:lineRule="auto"/>
        <w:jc w:val="center"/>
        <w:rPr>
          <w:rFonts w:ascii="Arial" w:hAnsi="Arial" w:cs="Arial"/>
          <w:b/>
          <w:sz w:val="20"/>
        </w:rPr>
      </w:pPr>
      <w:r w:rsidRPr="00825DA1">
        <w:rPr>
          <w:rFonts w:ascii="Arial" w:hAnsi="Arial" w:cs="Arial"/>
          <w:b/>
          <w:sz w:val="20"/>
        </w:rPr>
        <w:t xml:space="preserve">FORMULARZ </w:t>
      </w:r>
      <w:r w:rsidR="008F4FC8" w:rsidRPr="00825DA1">
        <w:rPr>
          <w:rFonts w:ascii="Arial" w:hAnsi="Arial" w:cs="Arial"/>
          <w:b/>
          <w:sz w:val="20"/>
        </w:rPr>
        <w:t>OFERTOWY</w:t>
      </w:r>
    </w:p>
    <w:p w:rsidR="00203712" w:rsidRPr="00825DA1" w:rsidRDefault="00203712" w:rsidP="00203712">
      <w:pPr>
        <w:spacing w:before="240" w:line="360" w:lineRule="auto"/>
        <w:jc w:val="center"/>
        <w:rPr>
          <w:rFonts w:ascii="Arial" w:hAnsi="Arial" w:cs="Arial"/>
          <w:b/>
          <w:sz w:val="20"/>
        </w:rPr>
      </w:pPr>
    </w:p>
    <w:p w:rsidR="00A93E24" w:rsidRPr="00825DA1" w:rsidRDefault="00A93E24" w:rsidP="008F4FC8">
      <w:pPr>
        <w:spacing w:line="360" w:lineRule="auto"/>
        <w:rPr>
          <w:rFonts w:ascii="Arial" w:hAnsi="Arial" w:cs="Arial"/>
          <w:sz w:val="20"/>
        </w:rPr>
      </w:pPr>
    </w:p>
    <w:p w:rsidR="007E7D17" w:rsidRPr="00825DA1" w:rsidRDefault="00A93E24" w:rsidP="008F4FC8">
      <w:pPr>
        <w:spacing w:line="360" w:lineRule="auto"/>
        <w:rPr>
          <w:rFonts w:ascii="Arial" w:hAnsi="Arial" w:cs="Arial"/>
          <w:b/>
          <w:bCs/>
          <w:color w:val="FF0000"/>
          <w:sz w:val="20"/>
        </w:rPr>
      </w:pPr>
      <w:r w:rsidRPr="00825DA1">
        <w:rPr>
          <w:rFonts w:ascii="Arial" w:hAnsi="Arial" w:cs="Arial"/>
          <w:b/>
          <w:bCs/>
          <w:sz w:val="20"/>
        </w:rPr>
        <w:t xml:space="preserve">Numer </w:t>
      </w:r>
      <w:r w:rsidR="00FE7B55" w:rsidRPr="00825DA1">
        <w:rPr>
          <w:rFonts w:ascii="Arial" w:hAnsi="Arial" w:cs="Arial"/>
          <w:b/>
          <w:bCs/>
          <w:sz w:val="20"/>
        </w:rPr>
        <w:t>postępowania</w:t>
      </w:r>
      <w:r w:rsidRPr="00825DA1">
        <w:rPr>
          <w:rFonts w:ascii="Arial" w:hAnsi="Arial" w:cs="Arial"/>
          <w:b/>
          <w:bCs/>
          <w:sz w:val="20"/>
        </w:rPr>
        <w:t>:</w:t>
      </w:r>
      <w:r w:rsidR="00FE7B55" w:rsidRPr="00825DA1">
        <w:rPr>
          <w:rFonts w:ascii="Arial" w:hAnsi="Arial" w:cs="Arial"/>
          <w:b/>
          <w:bCs/>
          <w:sz w:val="20"/>
        </w:rPr>
        <w:t xml:space="preserve"> </w:t>
      </w:r>
      <w:r w:rsidR="00F30B76" w:rsidRPr="00825DA1">
        <w:rPr>
          <w:rFonts w:ascii="Arial" w:hAnsi="Arial" w:cs="Arial"/>
          <w:b/>
          <w:bCs/>
          <w:color w:val="000000" w:themeColor="text1"/>
          <w:sz w:val="20"/>
        </w:rPr>
        <w:t>1124</w:t>
      </w:r>
      <w:r w:rsidR="00C6539D" w:rsidRPr="00825DA1">
        <w:rPr>
          <w:rFonts w:ascii="Arial" w:hAnsi="Arial" w:cs="Arial"/>
          <w:b/>
          <w:bCs/>
          <w:color w:val="000000" w:themeColor="text1"/>
          <w:sz w:val="20"/>
        </w:rPr>
        <w:t>/07</w:t>
      </w:r>
      <w:r w:rsidR="00F30B76" w:rsidRPr="00825DA1">
        <w:rPr>
          <w:rFonts w:ascii="Arial" w:hAnsi="Arial" w:cs="Arial"/>
          <w:b/>
          <w:bCs/>
          <w:color w:val="000000" w:themeColor="text1"/>
          <w:sz w:val="20"/>
        </w:rPr>
        <w:t>/ZP/2024</w:t>
      </w:r>
    </w:p>
    <w:p w:rsidR="00A93E24" w:rsidRPr="00825DA1" w:rsidRDefault="00A93E24" w:rsidP="008B36F7">
      <w:pPr>
        <w:spacing w:line="360" w:lineRule="auto"/>
        <w:rPr>
          <w:rFonts w:ascii="Arial" w:hAnsi="Arial" w:cs="Arial"/>
          <w:sz w:val="20"/>
        </w:rPr>
      </w:pPr>
    </w:p>
    <w:p w:rsidR="008B36F7" w:rsidRPr="00825DA1" w:rsidRDefault="008B36F7" w:rsidP="008B36F7">
      <w:pPr>
        <w:spacing w:line="360" w:lineRule="auto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>My/Ja*  niżej podpisani ........................................................................................................................................</w:t>
      </w:r>
    </w:p>
    <w:p w:rsidR="008B36F7" w:rsidRPr="00825DA1" w:rsidRDefault="008B36F7" w:rsidP="008B36F7">
      <w:pPr>
        <w:spacing w:line="360" w:lineRule="auto"/>
        <w:jc w:val="center"/>
        <w:rPr>
          <w:rFonts w:ascii="Arial" w:hAnsi="Arial" w:cs="Arial"/>
          <w:i/>
          <w:sz w:val="20"/>
        </w:rPr>
      </w:pPr>
      <w:r w:rsidRPr="00825DA1">
        <w:rPr>
          <w:rFonts w:ascii="Arial" w:hAnsi="Arial" w:cs="Arial"/>
          <w:i/>
          <w:sz w:val="20"/>
        </w:rPr>
        <w:t>/imię i nazwisko/</w:t>
      </w:r>
    </w:p>
    <w:p w:rsidR="008B36F7" w:rsidRPr="00825DA1" w:rsidRDefault="008B36F7" w:rsidP="008B36F7">
      <w:pPr>
        <w:spacing w:line="360" w:lineRule="auto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>reprezentując ........................................................................................................................................</w:t>
      </w:r>
    </w:p>
    <w:p w:rsidR="00825DA1" w:rsidRPr="00825DA1" w:rsidRDefault="00825DA1" w:rsidP="00825DA1">
      <w:pPr>
        <w:spacing w:line="360" w:lineRule="auto"/>
        <w:jc w:val="center"/>
        <w:rPr>
          <w:rFonts w:ascii="Arial" w:hAnsi="Arial" w:cs="Arial"/>
          <w:b/>
          <w:bCs/>
          <w:sz w:val="20"/>
        </w:rPr>
      </w:pPr>
    </w:p>
    <w:p w:rsidR="00825DA1" w:rsidRPr="00825DA1" w:rsidRDefault="007E7D17" w:rsidP="00825DA1">
      <w:pPr>
        <w:spacing w:line="360" w:lineRule="auto"/>
        <w:jc w:val="center"/>
        <w:rPr>
          <w:rFonts w:ascii="Arial" w:hAnsi="Arial" w:cs="Arial"/>
          <w:b/>
          <w:bCs/>
          <w:sz w:val="20"/>
        </w:rPr>
      </w:pPr>
      <w:r w:rsidRPr="00825DA1">
        <w:rPr>
          <w:rFonts w:ascii="Arial" w:hAnsi="Arial" w:cs="Arial"/>
          <w:b/>
          <w:bCs/>
          <w:sz w:val="20"/>
        </w:rPr>
        <w:t>W związku z</w:t>
      </w:r>
      <w:r w:rsidR="00636DB5" w:rsidRPr="00825DA1">
        <w:rPr>
          <w:rFonts w:ascii="Arial" w:hAnsi="Arial" w:cs="Arial"/>
          <w:b/>
          <w:bCs/>
          <w:sz w:val="20"/>
        </w:rPr>
        <w:t xml:space="preserve"> prowadzonym</w:t>
      </w:r>
      <w:r w:rsidRPr="00825DA1">
        <w:rPr>
          <w:rFonts w:ascii="Arial" w:hAnsi="Arial" w:cs="Arial"/>
          <w:b/>
          <w:bCs/>
          <w:sz w:val="20"/>
        </w:rPr>
        <w:t xml:space="preserve"> pos</w:t>
      </w:r>
      <w:r w:rsidR="00E24089" w:rsidRPr="00825DA1">
        <w:rPr>
          <w:rFonts w:ascii="Arial" w:hAnsi="Arial" w:cs="Arial"/>
          <w:b/>
          <w:bCs/>
          <w:sz w:val="20"/>
        </w:rPr>
        <w:t xml:space="preserve">tępowaniem o wartości mniejszej niż 130 000 </w:t>
      </w:r>
      <w:r w:rsidR="00A93E24" w:rsidRPr="00825DA1">
        <w:rPr>
          <w:rFonts w:ascii="Arial" w:hAnsi="Arial" w:cs="Arial"/>
          <w:b/>
          <w:bCs/>
          <w:sz w:val="20"/>
        </w:rPr>
        <w:t>złotych</w:t>
      </w:r>
      <w:r w:rsidR="005F204E" w:rsidRPr="00825DA1">
        <w:rPr>
          <w:rFonts w:ascii="Arial" w:hAnsi="Arial" w:cs="Arial"/>
          <w:b/>
          <w:bCs/>
          <w:sz w:val="20"/>
        </w:rPr>
        <w:t xml:space="preserve">, </w:t>
      </w:r>
    </w:p>
    <w:p w:rsidR="00825DA1" w:rsidRPr="00825DA1" w:rsidRDefault="00825DA1" w:rsidP="00825DA1">
      <w:pPr>
        <w:spacing w:line="360" w:lineRule="auto"/>
        <w:jc w:val="center"/>
        <w:rPr>
          <w:rFonts w:ascii="Arial" w:hAnsi="Arial" w:cs="Arial"/>
          <w:b/>
          <w:bCs/>
          <w:sz w:val="20"/>
        </w:rPr>
      </w:pPr>
    </w:p>
    <w:p w:rsidR="00825DA1" w:rsidRDefault="00825DA1" w:rsidP="00825DA1">
      <w:pPr>
        <w:spacing w:line="360" w:lineRule="auto"/>
        <w:jc w:val="center"/>
        <w:rPr>
          <w:rFonts w:ascii="Arial" w:hAnsi="Arial" w:cs="Arial"/>
          <w:b/>
          <w:bCs/>
          <w:iCs/>
          <w:sz w:val="20"/>
        </w:rPr>
      </w:pPr>
      <w:r w:rsidRPr="00825DA1">
        <w:rPr>
          <w:rFonts w:ascii="Arial" w:hAnsi="Arial" w:cs="Arial"/>
          <w:b/>
          <w:bCs/>
          <w:sz w:val="20"/>
        </w:rPr>
        <w:t xml:space="preserve">pn.: Usługa </w:t>
      </w:r>
      <w:r w:rsidRPr="00825DA1">
        <w:rPr>
          <w:rFonts w:ascii="Arial" w:hAnsi="Arial" w:cs="Arial"/>
          <w:b/>
          <w:bCs/>
          <w:iCs/>
          <w:sz w:val="20"/>
        </w:rPr>
        <w:t xml:space="preserve">naprawy oraz serwisu urządzeń drukujących, </w:t>
      </w:r>
    </w:p>
    <w:p w:rsidR="00825DA1" w:rsidRPr="00825DA1" w:rsidRDefault="00825DA1" w:rsidP="00825DA1">
      <w:pPr>
        <w:spacing w:line="360" w:lineRule="auto"/>
        <w:jc w:val="center"/>
        <w:rPr>
          <w:rFonts w:ascii="Arial" w:hAnsi="Arial" w:cs="Arial"/>
          <w:b/>
          <w:bCs/>
          <w:iCs/>
          <w:sz w:val="20"/>
        </w:rPr>
      </w:pPr>
      <w:r w:rsidRPr="00825DA1">
        <w:rPr>
          <w:rFonts w:ascii="Arial" w:hAnsi="Arial" w:cs="Arial"/>
          <w:b/>
          <w:bCs/>
          <w:iCs/>
          <w:sz w:val="20"/>
        </w:rPr>
        <w:t>kopiujących i skanujących oraz sprzętu komputerowego.</w:t>
      </w:r>
    </w:p>
    <w:p w:rsidR="00825DA1" w:rsidRPr="00825DA1" w:rsidRDefault="00825DA1" w:rsidP="00825DA1">
      <w:pPr>
        <w:spacing w:line="360" w:lineRule="auto"/>
        <w:jc w:val="center"/>
        <w:rPr>
          <w:rFonts w:ascii="Arial" w:hAnsi="Arial" w:cs="Arial"/>
          <w:b/>
          <w:bCs/>
          <w:sz w:val="20"/>
        </w:rPr>
      </w:pPr>
    </w:p>
    <w:p w:rsidR="00461446" w:rsidRPr="00825DA1" w:rsidRDefault="007E7D17" w:rsidP="00825DA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>Informacje o wykonawcy</w:t>
      </w:r>
      <w:r w:rsidR="00F67AD2" w:rsidRPr="00825DA1">
        <w:rPr>
          <w:rFonts w:ascii="Arial" w:hAnsi="Arial" w:cs="Arial"/>
          <w:sz w:val="20"/>
        </w:rPr>
        <w:t xml:space="preserve">, </w:t>
      </w:r>
      <w:r w:rsidR="00461446" w:rsidRPr="00825DA1">
        <w:rPr>
          <w:rFonts w:ascii="Arial" w:hAnsi="Arial" w:cs="Arial"/>
          <w:sz w:val="20"/>
        </w:rPr>
        <w:t>dane kontaktowe:</w:t>
      </w:r>
    </w:p>
    <w:p w:rsidR="00461446" w:rsidRPr="00825DA1" w:rsidRDefault="005F204E" w:rsidP="008F4FC8">
      <w:pPr>
        <w:spacing w:line="360" w:lineRule="auto"/>
        <w:ind w:left="426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>- numer telefonu ……………</w:t>
      </w:r>
      <w:r w:rsidR="00522EF8">
        <w:rPr>
          <w:rFonts w:ascii="Arial" w:hAnsi="Arial" w:cs="Arial"/>
          <w:sz w:val="20"/>
        </w:rPr>
        <w:t>……….</w:t>
      </w:r>
      <w:r w:rsidRPr="00825DA1">
        <w:rPr>
          <w:rFonts w:ascii="Arial" w:hAnsi="Arial" w:cs="Arial"/>
          <w:sz w:val="20"/>
        </w:rPr>
        <w:t>…………….</w:t>
      </w:r>
    </w:p>
    <w:p w:rsidR="007E7D17" w:rsidRPr="00825DA1" w:rsidRDefault="00461446" w:rsidP="008F4FC8">
      <w:pPr>
        <w:spacing w:line="360" w:lineRule="auto"/>
        <w:ind w:left="426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>- adres e-mailowy ……………</w:t>
      </w:r>
      <w:r w:rsidR="005F204E" w:rsidRPr="00825DA1">
        <w:rPr>
          <w:rFonts w:ascii="Arial" w:hAnsi="Arial" w:cs="Arial"/>
          <w:sz w:val="20"/>
        </w:rPr>
        <w:t>…</w:t>
      </w:r>
      <w:r w:rsidR="00522EF8">
        <w:rPr>
          <w:rFonts w:ascii="Arial" w:hAnsi="Arial" w:cs="Arial"/>
          <w:sz w:val="20"/>
        </w:rPr>
        <w:t>………</w:t>
      </w:r>
      <w:r w:rsidR="005F204E" w:rsidRPr="00825DA1">
        <w:rPr>
          <w:rFonts w:ascii="Arial" w:hAnsi="Arial" w:cs="Arial"/>
          <w:sz w:val="20"/>
        </w:rPr>
        <w:t>…………</w:t>
      </w:r>
    </w:p>
    <w:p w:rsidR="00461446" w:rsidRPr="00825DA1" w:rsidRDefault="00461446" w:rsidP="008F4FC8">
      <w:pPr>
        <w:spacing w:line="360" w:lineRule="auto"/>
        <w:ind w:left="426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 xml:space="preserve">Osobą </w:t>
      </w:r>
      <w:r w:rsidR="00734784" w:rsidRPr="00825DA1">
        <w:rPr>
          <w:rFonts w:ascii="Arial" w:hAnsi="Arial" w:cs="Arial"/>
          <w:sz w:val="20"/>
        </w:rPr>
        <w:t>wyznaczoną do kontaktów w spraw</w:t>
      </w:r>
      <w:r w:rsidRPr="00825DA1">
        <w:rPr>
          <w:rFonts w:ascii="Arial" w:hAnsi="Arial" w:cs="Arial"/>
          <w:sz w:val="20"/>
        </w:rPr>
        <w:t>ie niniejszego postępowania, jest ……………</w:t>
      </w:r>
      <w:r w:rsidR="008F4FC8" w:rsidRPr="00825DA1">
        <w:rPr>
          <w:rFonts w:ascii="Arial" w:hAnsi="Arial" w:cs="Arial"/>
          <w:sz w:val="20"/>
        </w:rPr>
        <w:t>…………………………………………………</w:t>
      </w:r>
      <w:r w:rsidR="00686912" w:rsidRPr="00825DA1">
        <w:rPr>
          <w:rFonts w:ascii="Arial" w:hAnsi="Arial" w:cs="Arial"/>
          <w:sz w:val="20"/>
        </w:rPr>
        <w:t>………..</w:t>
      </w:r>
      <w:r w:rsidR="008F4FC8" w:rsidRPr="00825DA1">
        <w:rPr>
          <w:rFonts w:ascii="Arial" w:hAnsi="Arial" w:cs="Arial"/>
          <w:sz w:val="20"/>
        </w:rPr>
        <w:t>………….</w:t>
      </w:r>
      <w:r w:rsidRPr="00825DA1">
        <w:rPr>
          <w:rFonts w:ascii="Arial" w:hAnsi="Arial" w:cs="Arial"/>
          <w:sz w:val="20"/>
        </w:rPr>
        <w:t>…</w:t>
      </w:r>
      <w:r w:rsidR="00686912" w:rsidRPr="00825DA1">
        <w:rPr>
          <w:rFonts w:ascii="Arial" w:hAnsi="Arial" w:cs="Arial"/>
          <w:sz w:val="20"/>
        </w:rPr>
        <w:t>…</w:t>
      </w:r>
      <w:r w:rsidRPr="00825DA1">
        <w:rPr>
          <w:rFonts w:ascii="Arial" w:hAnsi="Arial" w:cs="Arial"/>
          <w:sz w:val="20"/>
        </w:rPr>
        <w:t>……</w:t>
      </w:r>
    </w:p>
    <w:p w:rsidR="003C7D9C" w:rsidRPr="00825DA1" w:rsidRDefault="00461446" w:rsidP="00B261CC">
      <w:pPr>
        <w:spacing w:line="360" w:lineRule="auto"/>
        <w:ind w:left="426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>……………………………………………………………………………</w:t>
      </w:r>
      <w:r w:rsidR="00686912" w:rsidRPr="00825DA1">
        <w:rPr>
          <w:rFonts w:ascii="Arial" w:hAnsi="Arial" w:cs="Arial"/>
          <w:sz w:val="20"/>
        </w:rPr>
        <w:t>………</w:t>
      </w:r>
      <w:r w:rsidRPr="00825DA1">
        <w:rPr>
          <w:rFonts w:ascii="Arial" w:hAnsi="Arial" w:cs="Arial"/>
          <w:sz w:val="20"/>
        </w:rPr>
        <w:t>…………</w:t>
      </w:r>
    </w:p>
    <w:p w:rsidR="00F57049" w:rsidRPr="00825DA1" w:rsidRDefault="008F4FC8" w:rsidP="00825DA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825DA1">
        <w:rPr>
          <w:rFonts w:ascii="Arial" w:hAnsi="Arial" w:cs="Arial"/>
          <w:color w:val="000000" w:themeColor="text1"/>
          <w:sz w:val="20"/>
        </w:rPr>
        <w:t xml:space="preserve">Oferujemy realizację zamówienia </w:t>
      </w:r>
      <w:r w:rsidR="00B261CC" w:rsidRPr="00825DA1">
        <w:rPr>
          <w:rFonts w:ascii="Arial" w:hAnsi="Arial" w:cs="Arial"/>
          <w:color w:val="000000" w:themeColor="text1"/>
          <w:sz w:val="20"/>
        </w:rPr>
        <w:t>za wynagrodzenie:</w:t>
      </w:r>
    </w:p>
    <w:p w:rsidR="00825DA1" w:rsidRPr="00825DA1" w:rsidRDefault="00825DA1" w:rsidP="00940941">
      <w:pPr>
        <w:spacing w:line="360" w:lineRule="auto"/>
        <w:ind w:left="284" w:hanging="284"/>
        <w:rPr>
          <w:rFonts w:ascii="Arial" w:hAnsi="Arial" w:cs="Arial"/>
          <w:color w:val="000000" w:themeColor="text1"/>
          <w:sz w:val="20"/>
        </w:rPr>
      </w:pPr>
    </w:p>
    <w:p w:rsidR="00825DA1" w:rsidRDefault="00825DA1" w:rsidP="00325F0F">
      <w:pPr>
        <w:spacing w:line="480" w:lineRule="auto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Wartość netto……………………...…zł, VAT ….……%, tj.  ………..…… zł </w:t>
      </w:r>
    </w:p>
    <w:p w:rsidR="00C6539D" w:rsidRPr="00825DA1" w:rsidRDefault="00A969FF" w:rsidP="00325F0F">
      <w:pPr>
        <w:spacing w:line="480" w:lineRule="auto"/>
        <w:ind w:left="284"/>
        <w:jc w:val="both"/>
        <w:rPr>
          <w:rFonts w:ascii="Arial" w:hAnsi="Arial" w:cs="Arial"/>
          <w:sz w:val="20"/>
        </w:rPr>
      </w:pPr>
      <w:r w:rsidRPr="00825DA1">
        <w:rPr>
          <w:rFonts w:ascii="Arial" w:hAnsi="Arial" w:cs="Arial"/>
          <w:b/>
          <w:sz w:val="20"/>
        </w:rPr>
        <w:t>Wartość brutto ……………………….……... zł</w:t>
      </w:r>
      <w:r w:rsidRPr="00825DA1">
        <w:rPr>
          <w:rFonts w:ascii="Arial" w:hAnsi="Arial" w:cs="Arial"/>
          <w:sz w:val="20"/>
        </w:rPr>
        <w:t xml:space="preserve"> </w:t>
      </w:r>
    </w:p>
    <w:p w:rsidR="00825DA1" w:rsidRPr="00825DA1" w:rsidRDefault="00825DA1" w:rsidP="00325F0F">
      <w:pPr>
        <w:spacing w:line="480" w:lineRule="auto"/>
        <w:ind w:left="284"/>
        <w:jc w:val="both"/>
        <w:rPr>
          <w:rFonts w:ascii="Arial" w:hAnsi="Arial" w:cs="Arial"/>
          <w:sz w:val="20"/>
        </w:rPr>
      </w:pPr>
    </w:p>
    <w:p w:rsidR="000E4C36" w:rsidRPr="00825DA1" w:rsidRDefault="007E7D17" w:rsidP="000E4C36">
      <w:pPr>
        <w:spacing w:line="360" w:lineRule="auto"/>
        <w:jc w:val="both"/>
        <w:rPr>
          <w:rFonts w:ascii="Arial" w:hAnsi="Arial" w:cs="Arial"/>
          <w:i/>
          <w:sz w:val="20"/>
        </w:rPr>
      </w:pPr>
      <w:r w:rsidRPr="00825DA1">
        <w:rPr>
          <w:rFonts w:ascii="Arial" w:hAnsi="Arial" w:cs="Arial"/>
          <w:i/>
          <w:sz w:val="20"/>
        </w:rPr>
        <w:t xml:space="preserve">W przypadku stosowania zmniejszonych stawek VAT wykonawca jest zobowiązany wskazać podstawy prawne stosowania takich stawek. </w:t>
      </w:r>
      <w:r w:rsidR="00AF60BD" w:rsidRPr="00825DA1">
        <w:rPr>
          <w:rFonts w:ascii="Arial" w:hAnsi="Arial" w:cs="Arial"/>
          <w:i/>
          <w:sz w:val="20"/>
        </w:rPr>
        <w:t>Cenę ofertową należy określić w złotych polskich z dokładnością do dwóch miejsc po przec</w:t>
      </w:r>
      <w:r w:rsidR="00636DB5" w:rsidRPr="00825DA1">
        <w:rPr>
          <w:rFonts w:ascii="Arial" w:hAnsi="Arial" w:cs="Arial"/>
          <w:i/>
          <w:sz w:val="20"/>
        </w:rPr>
        <w:t>inku na każdym etapie wyliczania</w:t>
      </w:r>
      <w:r w:rsidR="00AF60BD" w:rsidRPr="00825DA1">
        <w:rPr>
          <w:rFonts w:ascii="Arial" w:hAnsi="Arial" w:cs="Arial"/>
          <w:i/>
          <w:sz w:val="20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F30B76" w:rsidRPr="00825DA1" w:rsidRDefault="00F30B76" w:rsidP="000E4C36">
      <w:pPr>
        <w:spacing w:line="360" w:lineRule="auto"/>
        <w:jc w:val="both"/>
        <w:rPr>
          <w:rFonts w:ascii="Arial" w:hAnsi="Arial" w:cs="Arial"/>
          <w:sz w:val="20"/>
        </w:rPr>
      </w:pPr>
    </w:p>
    <w:p w:rsidR="00F30B76" w:rsidRPr="00825DA1" w:rsidRDefault="008F4FC8" w:rsidP="00825DA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</w:rPr>
      </w:pPr>
      <w:r w:rsidRPr="00825DA1">
        <w:rPr>
          <w:rFonts w:ascii="Arial" w:hAnsi="Arial" w:cs="Arial"/>
          <w:sz w:val="20"/>
        </w:rPr>
        <w:t xml:space="preserve">Zamówienie </w:t>
      </w:r>
      <w:r w:rsidR="007E7D17" w:rsidRPr="00825DA1">
        <w:rPr>
          <w:rFonts w:ascii="Arial" w:hAnsi="Arial" w:cs="Arial"/>
          <w:sz w:val="20"/>
        </w:rPr>
        <w:t xml:space="preserve">zrealizujemy w terminie </w:t>
      </w:r>
      <w:r w:rsidR="008E7767" w:rsidRPr="00825DA1">
        <w:rPr>
          <w:rFonts w:ascii="Arial" w:hAnsi="Arial" w:cs="Arial"/>
          <w:b/>
          <w:sz w:val="20"/>
        </w:rPr>
        <w:t xml:space="preserve">od dnia </w:t>
      </w:r>
      <w:r w:rsidR="008271BD" w:rsidRPr="00825DA1">
        <w:rPr>
          <w:rFonts w:ascii="Arial" w:hAnsi="Arial" w:cs="Arial"/>
          <w:b/>
          <w:sz w:val="20"/>
        </w:rPr>
        <w:t>zawarcia umowy</w:t>
      </w:r>
      <w:r w:rsidR="008E7767" w:rsidRPr="00825DA1">
        <w:rPr>
          <w:rFonts w:ascii="Arial" w:hAnsi="Arial" w:cs="Arial"/>
          <w:b/>
          <w:sz w:val="20"/>
        </w:rPr>
        <w:t xml:space="preserve"> </w:t>
      </w:r>
      <w:r w:rsidR="00103F55" w:rsidRPr="00825DA1">
        <w:rPr>
          <w:rFonts w:ascii="Arial" w:hAnsi="Arial" w:cs="Arial"/>
          <w:b/>
          <w:sz w:val="20"/>
        </w:rPr>
        <w:t>d</w:t>
      </w:r>
      <w:r w:rsidR="00B8406C" w:rsidRPr="00825DA1">
        <w:rPr>
          <w:rFonts w:ascii="Arial" w:hAnsi="Arial" w:cs="Arial"/>
          <w:b/>
          <w:sz w:val="20"/>
        </w:rPr>
        <w:t>o</w:t>
      </w:r>
      <w:r w:rsidR="00103F55" w:rsidRPr="00825DA1">
        <w:rPr>
          <w:rFonts w:ascii="Arial" w:hAnsi="Arial" w:cs="Arial"/>
          <w:sz w:val="20"/>
        </w:rPr>
        <w:t xml:space="preserve"> </w:t>
      </w:r>
      <w:r w:rsidR="008E7767" w:rsidRPr="00825DA1">
        <w:rPr>
          <w:rFonts w:ascii="Arial" w:hAnsi="Arial" w:cs="Arial"/>
          <w:b/>
          <w:sz w:val="20"/>
        </w:rPr>
        <w:t>dnia</w:t>
      </w:r>
      <w:r w:rsidR="008E7767" w:rsidRPr="00825DA1">
        <w:rPr>
          <w:rFonts w:ascii="Arial" w:hAnsi="Arial" w:cs="Arial"/>
          <w:sz w:val="20"/>
        </w:rPr>
        <w:t xml:space="preserve"> </w:t>
      </w:r>
      <w:r w:rsidR="00C6539D" w:rsidRPr="00825DA1">
        <w:rPr>
          <w:rFonts w:ascii="Arial" w:hAnsi="Arial" w:cs="Arial"/>
          <w:b/>
          <w:sz w:val="20"/>
        </w:rPr>
        <w:t>15.12</w:t>
      </w:r>
      <w:r w:rsidR="000E4C36" w:rsidRPr="00825DA1">
        <w:rPr>
          <w:rFonts w:ascii="Arial" w:hAnsi="Arial" w:cs="Arial"/>
          <w:b/>
          <w:sz w:val="20"/>
        </w:rPr>
        <w:t>.2025</w:t>
      </w:r>
      <w:r w:rsidR="00E64557" w:rsidRPr="00825DA1">
        <w:rPr>
          <w:rFonts w:ascii="Arial" w:hAnsi="Arial" w:cs="Arial"/>
          <w:b/>
          <w:sz w:val="20"/>
        </w:rPr>
        <w:t>r.</w:t>
      </w:r>
      <w:r w:rsidR="00B8406C" w:rsidRPr="00825DA1">
        <w:rPr>
          <w:rFonts w:ascii="Arial" w:hAnsi="Arial" w:cs="Arial"/>
          <w:b/>
          <w:sz w:val="20"/>
        </w:rPr>
        <w:t xml:space="preserve"> </w:t>
      </w:r>
    </w:p>
    <w:p w:rsidR="00825DA1" w:rsidRPr="00825DA1" w:rsidRDefault="00825DA1" w:rsidP="00825DA1">
      <w:pPr>
        <w:spacing w:line="360" w:lineRule="auto"/>
        <w:rPr>
          <w:rFonts w:ascii="Arial" w:hAnsi="Arial" w:cs="Arial"/>
          <w:b/>
          <w:sz w:val="20"/>
        </w:rPr>
      </w:pPr>
    </w:p>
    <w:p w:rsidR="007E7D17" w:rsidRPr="00825DA1" w:rsidRDefault="007E7D17" w:rsidP="00825DA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 xml:space="preserve"> Inne informacje, niezbędne dla oceny ofert ze względu na przyjęte kryteria: </w:t>
      </w:r>
    </w:p>
    <w:p w:rsidR="00325F0F" w:rsidRPr="00825DA1" w:rsidRDefault="00325F0F" w:rsidP="00325F0F">
      <w:pPr>
        <w:spacing w:line="360" w:lineRule="auto"/>
        <w:ind w:left="284"/>
        <w:rPr>
          <w:rFonts w:ascii="Arial" w:hAnsi="Arial" w:cs="Arial"/>
          <w:b/>
          <w:sz w:val="20"/>
        </w:rPr>
      </w:pPr>
      <w:r w:rsidRPr="00825DA1">
        <w:rPr>
          <w:rFonts w:ascii="Arial" w:hAnsi="Arial" w:cs="Arial"/>
          <w:b/>
          <w:sz w:val="20"/>
        </w:rPr>
        <w:t xml:space="preserve">Zamawiający dokona oceny ofert poprzez system punktowy. </w:t>
      </w:r>
    </w:p>
    <w:p w:rsidR="00325F0F" w:rsidRPr="00825DA1" w:rsidRDefault="00325F0F" w:rsidP="00325F0F">
      <w:pPr>
        <w:spacing w:line="360" w:lineRule="auto"/>
        <w:ind w:left="284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>Maksymalna ilość punktów we wszystkich kategoriach wynosi  – 100.</w:t>
      </w:r>
    </w:p>
    <w:p w:rsidR="00825DA1" w:rsidRPr="00825DA1" w:rsidRDefault="00825DA1" w:rsidP="00325F0F">
      <w:pPr>
        <w:spacing w:line="360" w:lineRule="auto"/>
        <w:ind w:left="284"/>
        <w:rPr>
          <w:rFonts w:ascii="Arial" w:hAnsi="Arial" w:cs="Arial"/>
          <w:sz w:val="20"/>
        </w:rPr>
      </w:pPr>
    </w:p>
    <w:p w:rsidR="00825DA1" w:rsidRDefault="00825DA1" w:rsidP="00325F0F">
      <w:pPr>
        <w:spacing w:line="360" w:lineRule="auto"/>
        <w:ind w:left="284"/>
        <w:rPr>
          <w:rFonts w:ascii="Arial" w:hAnsi="Arial" w:cs="Arial"/>
          <w:sz w:val="20"/>
        </w:rPr>
      </w:pPr>
    </w:p>
    <w:p w:rsidR="00325F0F" w:rsidRPr="00825DA1" w:rsidRDefault="00325F0F" w:rsidP="00325F0F">
      <w:pPr>
        <w:spacing w:line="360" w:lineRule="auto"/>
        <w:ind w:left="284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>Waga punktowa</w:t>
      </w:r>
    </w:p>
    <w:p w:rsidR="00325F0F" w:rsidRPr="00825DA1" w:rsidRDefault="000E4C36" w:rsidP="00325F0F">
      <w:pPr>
        <w:spacing w:line="360" w:lineRule="auto"/>
        <w:ind w:left="284"/>
        <w:rPr>
          <w:rFonts w:ascii="Arial" w:hAnsi="Arial" w:cs="Arial"/>
          <w:sz w:val="20"/>
        </w:rPr>
      </w:pPr>
      <w:r w:rsidRPr="00825DA1">
        <w:rPr>
          <w:rFonts w:ascii="Arial" w:hAnsi="Arial" w:cs="Arial"/>
          <w:b/>
          <w:bCs/>
          <w:sz w:val="20"/>
        </w:rPr>
        <w:lastRenderedPageBreak/>
        <w:t>A. Cena – waga 6</w:t>
      </w:r>
      <w:r w:rsidR="00325F0F" w:rsidRPr="00825DA1">
        <w:rPr>
          <w:rFonts w:ascii="Arial" w:hAnsi="Arial" w:cs="Arial"/>
          <w:b/>
          <w:bCs/>
          <w:sz w:val="20"/>
        </w:rPr>
        <w:t>0%</w:t>
      </w:r>
    </w:p>
    <w:p w:rsidR="00325F0F" w:rsidRPr="00825DA1" w:rsidRDefault="00325F0F" w:rsidP="00325F0F">
      <w:pPr>
        <w:spacing w:line="360" w:lineRule="auto"/>
        <w:ind w:left="284"/>
        <w:rPr>
          <w:rFonts w:ascii="Arial" w:hAnsi="Arial" w:cs="Arial"/>
          <w:sz w:val="20"/>
        </w:rPr>
      </w:pPr>
    </w:p>
    <w:p w:rsidR="00325F0F" w:rsidRPr="00825DA1" w:rsidRDefault="00325F0F" w:rsidP="00825DA1">
      <w:pPr>
        <w:spacing w:line="360" w:lineRule="auto"/>
        <w:ind w:left="708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>Przyznanie punktów zostanie dokonane według poniższego wzoru</w:t>
      </w:r>
    </w:p>
    <w:p w:rsidR="00825DA1" w:rsidRPr="00825DA1" w:rsidRDefault="00825DA1" w:rsidP="00825DA1">
      <w:pPr>
        <w:spacing w:line="360" w:lineRule="auto"/>
        <w:ind w:left="708"/>
        <w:rPr>
          <w:rFonts w:ascii="Arial" w:hAnsi="Arial" w:cs="Arial"/>
          <w:sz w:val="20"/>
        </w:rPr>
      </w:pPr>
    </w:p>
    <w:p w:rsidR="000E4C36" w:rsidRPr="00825DA1" w:rsidRDefault="000E4C36" w:rsidP="00825DA1">
      <w:pPr>
        <w:spacing w:line="360" w:lineRule="auto"/>
        <w:ind w:left="424"/>
        <w:rPr>
          <w:rFonts w:ascii="Arial" w:hAnsi="Arial" w:cs="Arial"/>
          <w:i/>
          <w:sz w:val="20"/>
        </w:rPr>
      </w:pPr>
      <w:r w:rsidRPr="00825DA1">
        <w:rPr>
          <w:rFonts w:ascii="Arial" w:hAnsi="Arial" w:cs="Arial"/>
          <w:i/>
          <w:sz w:val="20"/>
        </w:rPr>
        <w:t xml:space="preserve">                       cena najniższej oferty</w:t>
      </w:r>
      <w:r w:rsidRPr="00825DA1">
        <w:rPr>
          <w:rFonts w:ascii="Arial" w:hAnsi="Arial" w:cs="Arial"/>
          <w:i/>
          <w:iCs/>
          <w:sz w:val="20"/>
        </w:rPr>
        <w:t xml:space="preserve"> </w:t>
      </w:r>
    </w:p>
    <w:p w:rsidR="000E4C36" w:rsidRPr="00825DA1" w:rsidRDefault="000E4C36" w:rsidP="00825DA1">
      <w:pPr>
        <w:spacing w:line="360" w:lineRule="auto"/>
        <w:ind w:left="424"/>
        <w:rPr>
          <w:rFonts w:ascii="Arial" w:hAnsi="Arial" w:cs="Arial"/>
          <w:i/>
          <w:sz w:val="20"/>
        </w:rPr>
      </w:pPr>
      <w:proofErr w:type="spellStart"/>
      <w:r w:rsidRPr="00825DA1">
        <w:rPr>
          <w:rFonts w:ascii="Arial" w:hAnsi="Arial" w:cs="Arial"/>
          <w:i/>
          <w:sz w:val="20"/>
        </w:rPr>
        <w:t>Wc</w:t>
      </w:r>
      <w:proofErr w:type="spellEnd"/>
      <w:r w:rsidRPr="00825DA1">
        <w:rPr>
          <w:rFonts w:ascii="Arial" w:hAnsi="Arial" w:cs="Arial"/>
          <w:i/>
          <w:sz w:val="20"/>
        </w:rPr>
        <w:t xml:space="preserve"> = --------------------------------------------------- x 60</w:t>
      </w:r>
    </w:p>
    <w:p w:rsidR="000E4C36" w:rsidRPr="00825DA1" w:rsidRDefault="000E4C36" w:rsidP="00825DA1">
      <w:pPr>
        <w:spacing w:line="360" w:lineRule="auto"/>
        <w:ind w:left="424"/>
        <w:rPr>
          <w:rFonts w:ascii="Arial" w:hAnsi="Arial" w:cs="Arial"/>
          <w:i/>
          <w:sz w:val="20"/>
        </w:rPr>
      </w:pPr>
      <w:r w:rsidRPr="00825DA1">
        <w:rPr>
          <w:rFonts w:ascii="Arial" w:hAnsi="Arial" w:cs="Arial"/>
          <w:i/>
          <w:sz w:val="20"/>
        </w:rPr>
        <w:t xml:space="preserve">                  cena badanej oferty </w:t>
      </w:r>
    </w:p>
    <w:p w:rsidR="00325F0F" w:rsidRPr="00825DA1" w:rsidRDefault="00325F0F" w:rsidP="00325F0F">
      <w:pPr>
        <w:spacing w:line="360" w:lineRule="auto"/>
        <w:rPr>
          <w:rFonts w:ascii="Arial" w:hAnsi="Arial" w:cs="Arial"/>
          <w:sz w:val="20"/>
        </w:rPr>
      </w:pPr>
    </w:p>
    <w:p w:rsidR="00325F0F" w:rsidRPr="00825DA1" w:rsidRDefault="00325F0F" w:rsidP="00F30B76">
      <w:pPr>
        <w:spacing w:line="360" w:lineRule="auto"/>
        <w:ind w:left="284"/>
        <w:rPr>
          <w:rFonts w:ascii="Arial" w:hAnsi="Arial" w:cs="Arial"/>
          <w:sz w:val="20"/>
        </w:rPr>
      </w:pPr>
      <w:r w:rsidRPr="00825DA1">
        <w:rPr>
          <w:rFonts w:ascii="Arial" w:hAnsi="Arial" w:cs="Arial"/>
          <w:b/>
          <w:bCs/>
          <w:sz w:val="20"/>
        </w:rPr>
        <w:t xml:space="preserve">B. </w:t>
      </w:r>
      <w:r w:rsidR="000E4C36" w:rsidRPr="00825DA1">
        <w:rPr>
          <w:rFonts w:ascii="Arial" w:hAnsi="Arial" w:cs="Arial"/>
          <w:b/>
          <w:bCs/>
          <w:sz w:val="20"/>
        </w:rPr>
        <w:t>Czas reakcji serwisu na zgłoszenie - waga 40%</w:t>
      </w:r>
    </w:p>
    <w:p w:rsidR="000E4C36" w:rsidRPr="00825DA1" w:rsidRDefault="000E4C36" w:rsidP="00F30B76">
      <w:pPr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>Czas reakcji serwisu na zgłoszenie (poprzez czas reakcji Zamawiający rozumie fizyczne podjęcie czynności serwisowych w miejscu użytkowania urządzenia)</w:t>
      </w:r>
      <w:r w:rsidR="00325F0F" w:rsidRPr="00825DA1">
        <w:rPr>
          <w:rFonts w:ascii="Arial" w:hAnsi="Arial" w:cs="Arial"/>
          <w:sz w:val="20"/>
        </w:rPr>
        <w:t xml:space="preserve">. </w:t>
      </w:r>
    </w:p>
    <w:p w:rsidR="000E4C36" w:rsidRPr="00825DA1" w:rsidRDefault="000E4C36" w:rsidP="000E4C36">
      <w:pPr>
        <w:numPr>
          <w:ilvl w:val="0"/>
          <w:numId w:val="12"/>
        </w:numPr>
        <w:spacing w:line="360" w:lineRule="auto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>w ciągu 24 godzin – 0 pkt.</w:t>
      </w:r>
    </w:p>
    <w:p w:rsidR="000E4C36" w:rsidRPr="00825DA1" w:rsidRDefault="000E4C36" w:rsidP="000E4C36">
      <w:pPr>
        <w:numPr>
          <w:ilvl w:val="0"/>
          <w:numId w:val="12"/>
        </w:numPr>
        <w:spacing w:line="360" w:lineRule="auto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>w ciągu 12 godzin– 5 pkt.</w:t>
      </w:r>
    </w:p>
    <w:p w:rsidR="000E4C36" w:rsidRPr="00825DA1" w:rsidRDefault="000E4C36" w:rsidP="000E4C36">
      <w:pPr>
        <w:numPr>
          <w:ilvl w:val="0"/>
          <w:numId w:val="12"/>
        </w:numPr>
        <w:spacing w:line="360" w:lineRule="auto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>w ciągu 6 godzi</w:t>
      </w:r>
      <w:r w:rsidR="00F30B76" w:rsidRPr="00825DA1">
        <w:rPr>
          <w:rFonts w:ascii="Arial" w:hAnsi="Arial" w:cs="Arial"/>
          <w:sz w:val="20"/>
        </w:rPr>
        <w:t>n</w:t>
      </w:r>
      <w:r w:rsidRPr="00825DA1">
        <w:rPr>
          <w:rFonts w:ascii="Arial" w:hAnsi="Arial" w:cs="Arial"/>
          <w:sz w:val="20"/>
        </w:rPr>
        <w:t xml:space="preserve">  – 15 pkt. </w:t>
      </w:r>
    </w:p>
    <w:p w:rsidR="000E4C36" w:rsidRPr="00825DA1" w:rsidRDefault="000E4C36" w:rsidP="000E4C36">
      <w:pPr>
        <w:numPr>
          <w:ilvl w:val="0"/>
          <w:numId w:val="12"/>
        </w:numPr>
        <w:spacing w:line="360" w:lineRule="auto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>w ciągu 2 godzin – 40 pkt.</w:t>
      </w:r>
    </w:p>
    <w:p w:rsidR="00325F0F" w:rsidRPr="00825DA1" w:rsidRDefault="00325F0F" w:rsidP="00F30B76">
      <w:pPr>
        <w:spacing w:line="360" w:lineRule="auto"/>
        <w:rPr>
          <w:rFonts w:ascii="Arial" w:hAnsi="Arial" w:cs="Arial"/>
          <w:sz w:val="20"/>
        </w:rPr>
      </w:pPr>
    </w:p>
    <w:p w:rsidR="00325F0F" w:rsidRPr="00825DA1" w:rsidRDefault="00325F0F" w:rsidP="00325F0F">
      <w:pPr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 xml:space="preserve">Wykonawca w formularzu ofertowym zobowiązany jest określić czas reakcji serwisu. </w:t>
      </w:r>
      <w:r w:rsidR="00F30B76" w:rsidRPr="00825DA1">
        <w:rPr>
          <w:rFonts w:ascii="Arial" w:hAnsi="Arial" w:cs="Arial"/>
          <w:sz w:val="20"/>
        </w:rPr>
        <w:br/>
      </w:r>
      <w:r w:rsidRPr="00825DA1">
        <w:rPr>
          <w:rFonts w:ascii="Arial" w:hAnsi="Arial" w:cs="Arial"/>
          <w:sz w:val="20"/>
        </w:rPr>
        <w:t>W przypadku braku określenia przez Wykonawcę, Zamawiający pr</w:t>
      </w:r>
      <w:r w:rsidR="00F30B76" w:rsidRPr="00825DA1">
        <w:rPr>
          <w:rFonts w:ascii="Arial" w:hAnsi="Arial" w:cs="Arial"/>
          <w:sz w:val="20"/>
        </w:rPr>
        <w:t>zyjmie czas powyżej 24</w:t>
      </w:r>
      <w:r w:rsidRPr="00825DA1">
        <w:rPr>
          <w:rFonts w:ascii="Arial" w:hAnsi="Arial" w:cs="Arial"/>
          <w:sz w:val="20"/>
        </w:rPr>
        <w:t xml:space="preserve"> godzin.</w:t>
      </w:r>
    </w:p>
    <w:p w:rsidR="00325F0F" w:rsidRPr="00825DA1" w:rsidRDefault="00325F0F" w:rsidP="00325F0F">
      <w:pPr>
        <w:spacing w:line="360" w:lineRule="auto"/>
        <w:ind w:left="284"/>
        <w:rPr>
          <w:rFonts w:ascii="Arial" w:hAnsi="Arial" w:cs="Arial"/>
          <w:sz w:val="20"/>
        </w:rPr>
      </w:pPr>
    </w:p>
    <w:tbl>
      <w:tblPr>
        <w:tblW w:w="8788" w:type="dxa"/>
        <w:tblInd w:w="27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86"/>
        <w:gridCol w:w="3402"/>
      </w:tblGrid>
      <w:tr w:rsidR="00325F0F" w:rsidRPr="00825DA1" w:rsidTr="008C4832"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F0F" w:rsidRPr="00825DA1" w:rsidRDefault="00325F0F" w:rsidP="00325F0F">
            <w:pPr>
              <w:spacing w:line="360" w:lineRule="auto"/>
              <w:ind w:left="284"/>
              <w:jc w:val="center"/>
              <w:rPr>
                <w:rFonts w:ascii="Arial" w:hAnsi="Arial" w:cs="Arial"/>
                <w:sz w:val="20"/>
              </w:rPr>
            </w:pPr>
            <w:r w:rsidRPr="00825DA1">
              <w:rPr>
                <w:rFonts w:ascii="Arial" w:hAnsi="Arial" w:cs="Arial"/>
                <w:sz w:val="20"/>
              </w:rPr>
              <w:t>Deklarowany czas reakcji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F0F" w:rsidRPr="00825DA1" w:rsidRDefault="00325F0F" w:rsidP="00325F0F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825DA1">
              <w:rPr>
                <w:rFonts w:ascii="Arial" w:hAnsi="Arial" w:cs="Arial"/>
                <w:sz w:val="20"/>
              </w:rPr>
              <w:t>W wybranej pozycji należy wpisać znak X</w:t>
            </w:r>
          </w:p>
        </w:tc>
      </w:tr>
      <w:tr w:rsidR="00325F0F" w:rsidRPr="00825DA1" w:rsidTr="008C4832"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F0F" w:rsidRPr="00825DA1" w:rsidRDefault="00325F0F" w:rsidP="00325F0F">
            <w:pPr>
              <w:spacing w:line="360" w:lineRule="auto"/>
              <w:ind w:left="284"/>
              <w:jc w:val="center"/>
              <w:rPr>
                <w:rFonts w:ascii="Arial" w:hAnsi="Arial" w:cs="Arial"/>
                <w:sz w:val="20"/>
              </w:rPr>
            </w:pPr>
            <w:r w:rsidRPr="00825DA1">
              <w:rPr>
                <w:rFonts w:ascii="Arial" w:hAnsi="Arial" w:cs="Arial"/>
                <w:sz w:val="20"/>
              </w:rPr>
              <w:t>do 24 godzin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F0F" w:rsidRPr="00825DA1" w:rsidRDefault="00325F0F" w:rsidP="00325F0F">
            <w:pPr>
              <w:spacing w:line="360" w:lineRule="auto"/>
              <w:ind w:left="284"/>
              <w:rPr>
                <w:rFonts w:ascii="Arial" w:hAnsi="Arial" w:cs="Arial"/>
                <w:sz w:val="20"/>
              </w:rPr>
            </w:pPr>
          </w:p>
        </w:tc>
      </w:tr>
      <w:tr w:rsidR="00325F0F" w:rsidRPr="00825DA1" w:rsidTr="008C4832"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F0F" w:rsidRPr="00825DA1" w:rsidRDefault="00F30B76" w:rsidP="00325F0F">
            <w:pPr>
              <w:spacing w:line="360" w:lineRule="auto"/>
              <w:ind w:left="284"/>
              <w:jc w:val="center"/>
              <w:rPr>
                <w:rFonts w:ascii="Arial" w:hAnsi="Arial" w:cs="Arial"/>
                <w:sz w:val="20"/>
              </w:rPr>
            </w:pPr>
            <w:r w:rsidRPr="00825DA1">
              <w:rPr>
                <w:rFonts w:ascii="Arial" w:hAnsi="Arial" w:cs="Arial"/>
                <w:sz w:val="20"/>
              </w:rPr>
              <w:t xml:space="preserve">do </w:t>
            </w:r>
            <w:r w:rsidR="00325F0F" w:rsidRPr="00825DA1">
              <w:rPr>
                <w:rFonts w:ascii="Arial" w:hAnsi="Arial" w:cs="Arial"/>
                <w:sz w:val="20"/>
              </w:rPr>
              <w:t>12 godzin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F0F" w:rsidRPr="00825DA1" w:rsidRDefault="00325F0F" w:rsidP="00325F0F">
            <w:pPr>
              <w:spacing w:line="360" w:lineRule="auto"/>
              <w:ind w:left="284"/>
              <w:rPr>
                <w:rFonts w:ascii="Arial" w:hAnsi="Arial" w:cs="Arial"/>
                <w:sz w:val="20"/>
              </w:rPr>
            </w:pPr>
          </w:p>
        </w:tc>
      </w:tr>
      <w:tr w:rsidR="00325F0F" w:rsidRPr="00825DA1" w:rsidTr="008C4832"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F0F" w:rsidRPr="00825DA1" w:rsidRDefault="00F30B76" w:rsidP="00325F0F">
            <w:pPr>
              <w:spacing w:line="360" w:lineRule="auto"/>
              <w:ind w:left="284"/>
              <w:jc w:val="center"/>
              <w:rPr>
                <w:rFonts w:ascii="Arial" w:hAnsi="Arial" w:cs="Arial"/>
                <w:sz w:val="20"/>
              </w:rPr>
            </w:pPr>
            <w:r w:rsidRPr="00825DA1">
              <w:rPr>
                <w:rFonts w:ascii="Arial" w:hAnsi="Arial" w:cs="Arial"/>
                <w:sz w:val="20"/>
              </w:rPr>
              <w:t>do 6</w:t>
            </w:r>
            <w:r w:rsidR="00325F0F" w:rsidRPr="00825DA1">
              <w:rPr>
                <w:rFonts w:ascii="Arial" w:hAnsi="Arial" w:cs="Arial"/>
                <w:sz w:val="20"/>
              </w:rPr>
              <w:t xml:space="preserve"> godzin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F0F" w:rsidRPr="00825DA1" w:rsidRDefault="00325F0F" w:rsidP="00325F0F">
            <w:pPr>
              <w:spacing w:line="360" w:lineRule="auto"/>
              <w:ind w:left="284"/>
              <w:rPr>
                <w:rFonts w:ascii="Arial" w:hAnsi="Arial" w:cs="Arial"/>
                <w:sz w:val="20"/>
              </w:rPr>
            </w:pPr>
          </w:p>
        </w:tc>
      </w:tr>
      <w:tr w:rsidR="00325F0F" w:rsidRPr="00825DA1" w:rsidTr="008C4832"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F0F" w:rsidRPr="00825DA1" w:rsidRDefault="00325F0F" w:rsidP="00325F0F">
            <w:pPr>
              <w:spacing w:line="360" w:lineRule="auto"/>
              <w:ind w:left="284"/>
              <w:jc w:val="center"/>
              <w:rPr>
                <w:rFonts w:ascii="Arial" w:hAnsi="Arial" w:cs="Arial"/>
                <w:sz w:val="20"/>
              </w:rPr>
            </w:pPr>
            <w:r w:rsidRPr="00825DA1">
              <w:rPr>
                <w:rFonts w:ascii="Arial" w:hAnsi="Arial" w:cs="Arial"/>
                <w:sz w:val="20"/>
              </w:rPr>
              <w:t>do 2 godzin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F0F" w:rsidRPr="00825DA1" w:rsidRDefault="00325F0F" w:rsidP="00325F0F">
            <w:pPr>
              <w:spacing w:line="360" w:lineRule="auto"/>
              <w:ind w:left="284"/>
              <w:rPr>
                <w:rFonts w:ascii="Arial" w:hAnsi="Arial" w:cs="Arial"/>
                <w:sz w:val="20"/>
              </w:rPr>
            </w:pPr>
          </w:p>
        </w:tc>
      </w:tr>
    </w:tbl>
    <w:p w:rsidR="00825DA1" w:rsidRPr="00825DA1" w:rsidRDefault="00825DA1" w:rsidP="00825DA1">
      <w:pPr>
        <w:spacing w:line="360" w:lineRule="auto"/>
        <w:rPr>
          <w:rFonts w:ascii="Arial" w:hAnsi="Arial" w:cs="Arial"/>
          <w:sz w:val="20"/>
        </w:rPr>
      </w:pPr>
    </w:p>
    <w:p w:rsidR="007E7D17" w:rsidRPr="00825DA1" w:rsidRDefault="007E7D17" w:rsidP="00825DA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>Oświadczamy, że:</w:t>
      </w:r>
    </w:p>
    <w:p w:rsidR="007E7D17" w:rsidRPr="00825DA1" w:rsidRDefault="007E7D17" w:rsidP="00C6539D">
      <w:pPr>
        <w:pStyle w:val="Akapitzlist"/>
        <w:numPr>
          <w:ilvl w:val="0"/>
          <w:numId w:val="2"/>
        </w:numPr>
        <w:spacing w:line="360" w:lineRule="auto"/>
        <w:ind w:firstLine="284"/>
        <w:jc w:val="both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 xml:space="preserve">zapoznaliśmy się z </w:t>
      </w:r>
      <w:r w:rsidR="008F4FC8" w:rsidRPr="00825DA1">
        <w:rPr>
          <w:rFonts w:ascii="Arial" w:hAnsi="Arial" w:cs="Arial"/>
          <w:sz w:val="20"/>
        </w:rPr>
        <w:t xml:space="preserve">treścią Ogłoszenia / </w:t>
      </w:r>
      <w:r w:rsidRPr="00825DA1">
        <w:rPr>
          <w:rFonts w:ascii="Arial" w:hAnsi="Arial" w:cs="Arial"/>
          <w:sz w:val="20"/>
        </w:rPr>
        <w:t>zaproszeniem do negocjacji*;</w:t>
      </w:r>
    </w:p>
    <w:p w:rsidR="00825DA1" w:rsidRPr="00825DA1" w:rsidRDefault="007E7D17" w:rsidP="00825DA1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 xml:space="preserve">zobowiązujemy się do solidarnej odpowiedzialności za realizację zamówienia </w:t>
      </w:r>
      <w:r w:rsidR="00C6539D" w:rsidRPr="00825DA1">
        <w:rPr>
          <w:rFonts w:ascii="Arial" w:hAnsi="Arial" w:cs="Arial"/>
          <w:sz w:val="20"/>
        </w:rPr>
        <w:t xml:space="preserve">  </w:t>
      </w:r>
      <w:r w:rsidRPr="00825DA1">
        <w:rPr>
          <w:rFonts w:ascii="Arial" w:hAnsi="Arial" w:cs="Arial"/>
          <w:sz w:val="20"/>
        </w:rPr>
        <w:t>(dotyczy wykonawców występujących wspólnie)*;</w:t>
      </w:r>
    </w:p>
    <w:p w:rsidR="00DC52B7" w:rsidRPr="00825DA1" w:rsidRDefault="007E7D17" w:rsidP="00C6539D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 xml:space="preserve">zapoznaliśmy się ze wszystkimi postanowieniami wzoru umowy i zawartymi w nim warunkami płatności i akceptujemy je bez jakichkolwiek zastrzeżeń; </w:t>
      </w:r>
    </w:p>
    <w:p w:rsidR="00825DA1" w:rsidRPr="00825DA1" w:rsidRDefault="00CB3880" w:rsidP="00825DA1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 xml:space="preserve">nie podlegam wykluczeniu z postępowania na podstawie art. 7 ust. 1 ustawy z dnia </w:t>
      </w:r>
      <w:r w:rsidR="00825DA1" w:rsidRPr="00825DA1">
        <w:rPr>
          <w:rFonts w:ascii="Arial" w:hAnsi="Arial" w:cs="Arial"/>
          <w:sz w:val="20"/>
        </w:rPr>
        <w:br/>
      </w:r>
      <w:r w:rsidRPr="00825DA1">
        <w:rPr>
          <w:rFonts w:ascii="Arial" w:hAnsi="Arial" w:cs="Arial"/>
          <w:sz w:val="20"/>
        </w:rPr>
        <w:t>13 kwietnia 2022 r</w:t>
      </w:r>
      <w:r w:rsidR="00825DA1" w:rsidRPr="00825DA1">
        <w:rPr>
          <w:rFonts w:ascii="Arial" w:hAnsi="Arial" w:cs="Arial"/>
          <w:sz w:val="20"/>
        </w:rPr>
        <w:t xml:space="preserve">. o szczególnych rozwiązaniach </w:t>
      </w:r>
      <w:r w:rsidRPr="00825DA1">
        <w:rPr>
          <w:rFonts w:ascii="Arial" w:hAnsi="Arial" w:cs="Arial"/>
          <w:sz w:val="20"/>
        </w:rPr>
        <w:t xml:space="preserve">w zakresie przeciwdziałania wspierania agresji na Ukrainę oraz służących ochronie bezpieczeństwa narodowego; </w:t>
      </w:r>
    </w:p>
    <w:p w:rsidR="00E25429" w:rsidRPr="00825DA1" w:rsidRDefault="007E7D17" w:rsidP="00C6539D">
      <w:pPr>
        <w:pStyle w:val="Akapitzlist"/>
        <w:numPr>
          <w:ilvl w:val="0"/>
          <w:numId w:val="2"/>
        </w:numPr>
        <w:spacing w:line="360" w:lineRule="auto"/>
        <w:ind w:firstLine="284"/>
        <w:jc w:val="both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>osobami upraw</w:t>
      </w:r>
      <w:r w:rsidR="00A93E24" w:rsidRPr="00825DA1">
        <w:rPr>
          <w:rFonts w:ascii="Arial" w:hAnsi="Arial" w:cs="Arial"/>
          <w:sz w:val="20"/>
        </w:rPr>
        <w:t>nionymi do podpisania umowy są:</w:t>
      </w:r>
    </w:p>
    <w:p w:rsidR="00A37E27" w:rsidRPr="00825DA1" w:rsidRDefault="00A37E27" w:rsidP="00C6539D">
      <w:pPr>
        <w:pStyle w:val="Akapitzlist"/>
        <w:spacing w:line="360" w:lineRule="auto"/>
        <w:ind w:left="1080" w:firstLine="284"/>
        <w:jc w:val="both"/>
        <w:rPr>
          <w:rFonts w:ascii="Arial" w:hAnsi="Arial" w:cs="Arial"/>
          <w:sz w:val="20"/>
        </w:rPr>
      </w:pPr>
    </w:p>
    <w:p w:rsidR="007E7D17" w:rsidRPr="00825DA1" w:rsidRDefault="00E25429" w:rsidP="00A93E24">
      <w:pPr>
        <w:spacing w:line="360" w:lineRule="auto"/>
        <w:ind w:left="372" w:firstLine="708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lastRenderedPageBreak/>
        <w:t>…………………………………………</w:t>
      </w:r>
      <w:r w:rsidR="007E7D17" w:rsidRPr="00825DA1">
        <w:rPr>
          <w:rFonts w:ascii="Arial" w:hAnsi="Arial" w:cs="Arial"/>
          <w:sz w:val="20"/>
        </w:rPr>
        <w:t>.......................</w:t>
      </w:r>
      <w:r w:rsidR="00A93E24" w:rsidRPr="00825DA1">
        <w:rPr>
          <w:rFonts w:ascii="Arial" w:hAnsi="Arial" w:cs="Arial"/>
          <w:sz w:val="20"/>
        </w:rPr>
        <w:t>..............................</w:t>
      </w:r>
    </w:p>
    <w:p w:rsidR="007E7D17" w:rsidRPr="00522EF8" w:rsidRDefault="007E7D17" w:rsidP="00A93E24">
      <w:pPr>
        <w:spacing w:line="360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 w:rsidRPr="00522EF8">
        <w:rPr>
          <w:rFonts w:ascii="Arial" w:hAnsi="Arial" w:cs="Arial"/>
          <w:i/>
          <w:sz w:val="18"/>
          <w:szCs w:val="18"/>
        </w:rPr>
        <w:t>(należy podać zajmowane stanowisko, imię i nazwisko)</w:t>
      </w:r>
    </w:p>
    <w:bookmarkEnd w:id="0"/>
    <w:p w:rsidR="00A93E24" w:rsidRPr="00825DA1" w:rsidRDefault="00A93E24" w:rsidP="00A93E24">
      <w:pPr>
        <w:spacing w:line="360" w:lineRule="auto"/>
        <w:jc w:val="center"/>
        <w:rPr>
          <w:rFonts w:ascii="Arial" w:hAnsi="Arial" w:cs="Arial"/>
          <w:i/>
          <w:sz w:val="20"/>
        </w:rPr>
      </w:pPr>
    </w:p>
    <w:p w:rsidR="00825DA1" w:rsidRDefault="007E7D17" w:rsidP="00825DA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 xml:space="preserve">obowiązujemy się - w przypadku wyboru naszej oferty - do zawarcia umowy na określonych w niej </w:t>
      </w:r>
      <w:r w:rsidR="00401BC4" w:rsidRPr="00825DA1">
        <w:rPr>
          <w:rFonts w:ascii="Arial" w:hAnsi="Arial" w:cs="Arial"/>
          <w:sz w:val="20"/>
        </w:rPr>
        <w:t xml:space="preserve">warunkach, w miejscu i terminie </w:t>
      </w:r>
      <w:r w:rsidRPr="00825DA1">
        <w:rPr>
          <w:rFonts w:ascii="Arial" w:hAnsi="Arial" w:cs="Arial"/>
          <w:sz w:val="20"/>
        </w:rPr>
        <w:t>wyznaczonym przez zamawiającego.</w:t>
      </w:r>
    </w:p>
    <w:p w:rsidR="00825DA1" w:rsidRPr="00825DA1" w:rsidRDefault="002F2C98" w:rsidP="00825DA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 xml:space="preserve">Wszelkie należności wynikające z zawartej umowy na skutek wyboru naszej oferty jako najkorzystniejszej należy wpłacać na poniższy numer rachunku bankowego </w:t>
      </w:r>
    </w:p>
    <w:p w:rsidR="002F2C98" w:rsidRPr="00825DA1" w:rsidRDefault="002F2C98" w:rsidP="00825DA1">
      <w:pPr>
        <w:spacing w:after="120" w:line="360" w:lineRule="auto"/>
        <w:ind w:left="284"/>
        <w:jc w:val="both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>Nr rachunku: …………………………………………………………………………</w:t>
      </w:r>
      <w:r w:rsidR="00681273" w:rsidRPr="00825DA1">
        <w:rPr>
          <w:rFonts w:ascii="Arial" w:hAnsi="Arial" w:cs="Arial"/>
          <w:sz w:val="20"/>
        </w:rPr>
        <w:t>……..</w:t>
      </w:r>
    </w:p>
    <w:p w:rsidR="00681273" w:rsidRPr="00825DA1" w:rsidRDefault="00A93E24" w:rsidP="00825DA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</w:rPr>
      </w:pPr>
      <w:r w:rsidRPr="00825DA1">
        <w:rPr>
          <w:rFonts w:ascii="Arial" w:eastAsia="Calibri" w:hAnsi="Arial" w:cs="Arial"/>
          <w:color w:val="000000" w:themeColor="text1"/>
          <w:sz w:val="20"/>
        </w:rPr>
        <w:t>Zapoznałem się z klauzulą informacyjną opracowaną na podstawie art. 13 i 14 RODO.</w:t>
      </w:r>
    </w:p>
    <w:p w:rsidR="003E1B3E" w:rsidRPr="00825DA1" w:rsidRDefault="00DC3D5A" w:rsidP="00825DA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825DA1">
        <w:rPr>
          <w:rFonts w:ascii="Arial" w:hAnsi="Arial" w:cs="Arial"/>
          <w:sz w:val="20"/>
        </w:rPr>
        <w:t xml:space="preserve">Zobowiązujemy się do wniesienia najpóźniej w dniu zawarcia umowy zabezpieczenia należytego wykonania umowy w wysokości </w:t>
      </w:r>
      <w:r w:rsidRPr="00825DA1">
        <w:rPr>
          <w:rFonts w:ascii="Arial" w:hAnsi="Arial" w:cs="Arial"/>
          <w:b/>
          <w:sz w:val="20"/>
        </w:rPr>
        <w:t>5%</w:t>
      </w:r>
      <w:r w:rsidRPr="00825DA1">
        <w:rPr>
          <w:rFonts w:ascii="Arial" w:hAnsi="Arial" w:cs="Arial"/>
          <w:sz w:val="20"/>
        </w:rPr>
        <w:t xml:space="preserve"> ceny ofertowej brutto.</w:t>
      </w:r>
      <w:r w:rsidRPr="00825DA1">
        <w:rPr>
          <w:rFonts w:ascii="Arial" w:hAnsi="Arial" w:cs="Arial"/>
          <w:sz w:val="20"/>
          <w:lang w:eastAsia="ar-SA"/>
        </w:rPr>
        <w:t xml:space="preserve"> </w:t>
      </w:r>
      <w:r w:rsidRPr="00825DA1">
        <w:rPr>
          <w:rFonts w:ascii="Arial" w:hAnsi="Arial" w:cs="Arial"/>
          <w:sz w:val="20"/>
        </w:rPr>
        <w:t>Dowód zabezpieczenia  należytego wykonania umowy należy przedstawić przed podpisaniem umowy. Zabezpieczenie wnoszone w pieniądzu należy wpłacić na ra</w:t>
      </w:r>
      <w:r w:rsidR="00F30B76" w:rsidRPr="00825DA1">
        <w:rPr>
          <w:rFonts w:ascii="Arial" w:hAnsi="Arial" w:cs="Arial"/>
          <w:sz w:val="20"/>
        </w:rPr>
        <w:t xml:space="preserve">chunek Zamawiającego prowadzony </w:t>
      </w:r>
      <w:r w:rsidRPr="00825DA1">
        <w:rPr>
          <w:rFonts w:ascii="Arial" w:hAnsi="Arial" w:cs="Arial"/>
          <w:sz w:val="20"/>
        </w:rPr>
        <w:t>o numerze rachunku:</w:t>
      </w:r>
      <w:r w:rsidR="00825DA1" w:rsidRPr="00825DA1">
        <w:rPr>
          <w:rFonts w:ascii="Arial" w:hAnsi="Arial" w:cs="Arial"/>
          <w:b/>
          <w:sz w:val="20"/>
        </w:rPr>
        <w:t xml:space="preserve"> </w:t>
      </w:r>
      <w:r w:rsidRPr="00825DA1">
        <w:rPr>
          <w:rFonts w:ascii="Arial" w:hAnsi="Arial" w:cs="Arial"/>
          <w:b/>
          <w:sz w:val="20"/>
        </w:rPr>
        <w:t xml:space="preserve">63 1010 1674 0030 3013 9120 1000 </w:t>
      </w:r>
      <w:r w:rsidRPr="00825DA1">
        <w:rPr>
          <w:rFonts w:ascii="Arial" w:hAnsi="Arial" w:cs="Arial"/>
          <w:sz w:val="20"/>
        </w:rPr>
        <w:t>- z dopiskiem</w:t>
      </w:r>
      <w:r w:rsidRPr="00825DA1">
        <w:rPr>
          <w:rFonts w:ascii="Arial" w:hAnsi="Arial" w:cs="Arial"/>
          <w:b/>
          <w:sz w:val="20"/>
        </w:rPr>
        <w:t xml:space="preserve"> „zabezpieczenie należytego wykonania umowy </w:t>
      </w:r>
      <w:r w:rsidR="00F30B76" w:rsidRPr="00825DA1">
        <w:rPr>
          <w:rFonts w:ascii="Arial" w:hAnsi="Arial" w:cs="Arial"/>
          <w:b/>
          <w:sz w:val="20"/>
        </w:rPr>
        <w:t>(1124</w:t>
      </w:r>
      <w:r w:rsidR="00CA4197" w:rsidRPr="00825DA1">
        <w:rPr>
          <w:rFonts w:ascii="Arial" w:hAnsi="Arial" w:cs="Arial"/>
          <w:b/>
          <w:sz w:val="20"/>
        </w:rPr>
        <w:t>/07</w:t>
      </w:r>
      <w:r w:rsidR="00F30B76" w:rsidRPr="00825DA1">
        <w:rPr>
          <w:rFonts w:ascii="Arial" w:hAnsi="Arial" w:cs="Arial"/>
          <w:b/>
          <w:sz w:val="20"/>
        </w:rPr>
        <w:t>/ZP/2024</w:t>
      </w:r>
      <w:r w:rsidRPr="00825DA1">
        <w:rPr>
          <w:rFonts w:ascii="Arial" w:hAnsi="Arial" w:cs="Arial"/>
          <w:b/>
          <w:sz w:val="20"/>
        </w:rPr>
        <w:t>)”.</w:t>
      </w:r>
    </w:p>
    <w:p w:rsidR="00D960A5" w:rsidRPr="00825DA1" w:rsidRDefault="00D960A5" w:rsidP="00825DA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</w:rPr>
      </w:pPr>
      <w:r w:rsidRPr="00825DA1">
        <w:rPr>
          <w:rFonts w:ascii="Arial" w:eastAsia="Calibri" w:hAnsi="Arial" w:cs="Arial"/>
          <w:color w:val="000000" w:themeColor="text1"/>
          <w:sz w:val="20"/>
        </w:rPr>
        <w:t>W przypadku możliwości uzyskani</w:t>
      </w:r>
      <w:r w:rsidR="00700254" w:rsidRPr="00825DA1">
        <w:rPr>
          <w:rFonts w:ascii="Arial" w:eastAsia="Calibri" w:hAnsi="Arial" w:cs="Arial"/>
          <w:color w:val="000000" w:themeColor="text1"/>
          <w:sz w:val="20"/>
        </w:rPr>
        <w:t xml:space="preserve">a przez Zamawiającego za pomocą </w:t>
      </w:r>
      <w:r w:rsidRPr="00825DA1">
        <w:rPr>
          <w:rFonts w:ascii="Arial" w:eastAsia="Calibri" w:hAnsi="Arial" w:cs="Arial"/>
          <w:color w:val="000000" w:themeColor="text1"/>
          <w:sz w:val="20"/>
        </w:rPr>
        <w:t>bezpłatnych ogólnodostępnych baz dan</w:t>
      </w:r>
      <w:r w:rsidR="00700254" w:rsidRPr="00825DA1">
        <w:rPr>
          <w:rFonts w:ascii="Arial" w:eastAsia="Calibri" w:hAnsi="Arial" w:cs="Arial"/>
          <w:color w:val="000000" w:themeColor="text1"/>
          <w:sz w:val="20"/>
        </w:rPr>
        <w:t xml:space="preserve">ych, dokumentów i oświadczeń (w </w:t>
      </w:r>
      <w:r w:rsidRPr="00825DA1">
        <w:rPr>
          <w:rFonts w:ascii="Arial" w:eastAsia="Calibri" w:hAnsi="Arial" w:cs="Arial"/>
          <w:color w:val="000000" w:themeColor="text1"/>
          <w:sz w:val="20"/>
        </w:rPr>
        <w:t>szczególności rejestry publiczne – KRS, CEIDG)</w:t>
      </w:r>
      <w:r w:rsidR="00700254" w:rsidRPr="00825DA1">
        <w:rPr>
          <w:rFonts w:ascii="Arial" w:eastAsia="Calibri" w:hAnsi="Arial" w:cs="Arial"/>
          <w:color w:val="000000" w:themeColor="text1"/>
          <w:sz w:val="20"/>
        </w:rPr>
        <w:t xml:space="preserve">, należy wskazać niezbędne dane </w:t>
      </w:r>
      <w:r w:rsidRPr="00825DA1">
        <w:rPr>
          <w:rFonts w:ascii="Arial" w:eastAsia="Calibri" w:hAnsi="Arial" w:cs="Arial"/>
          <w:color w:val="000000" w:themeColor="text1"/>
          <w:sz w:val="20"/>
        </w:rPr>
        <w:t>do uzyskania tych dokumentów.</w:t>
      </w:r>
    </w:p>
    <w:p w:rsidR="00A37E27" w:rsidRPr="00825DA1" w:rsidRDefault="00A37E27" w:rsidP="00825DA1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 w:val="20"/>
        </w:rPr>
      </w:pPr>
    </w:p>
    <w:p w:rsidR="00734784" w:rsidRPr="00825DA1" w:rsidRDefault="00734784" w:rsidP="00E64557">
      <w:pPr>
        <w:spacing w:line="360" w:lineRule="auto"/>
        <w:ind w:left="284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825DA1">
        <w:rPr>
          <w:rFonts w:ascii="Arial" w:eastAsia="Calibri" w:hAnsi="Arial" w:cs="Arial"/>
          <w:b/>
          <w:color w:val="000000" w:themeColor="text1"/>
          <w:sz w:val="20"/>
        </w:rPr>
        <w:t>Dane Wykonawcy</w:t>
      </w:r>
    </w:p>
    <w:p w:rsidR="00734784" w:rsidRPr="00825DA1" w:rsidRDefault="00734784" w:rsidP="00E64557">
      <w:pPr>
        <w:spacing w:line="360" w:lineRule="auto"/>
        <w:ind w:left="284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825DA1">
        <w:rPr>
          <w:rFonts w:ascii="Arial" w:eastAsia="Calibri" w:hAnsi="Arial" w:cs="Arial"/>
          <w:color w:val="000000" w:themeColor="text1"/>
          <w:sz w:val="20"/>
        </w:rPr>
        <w:t>Numer KRS/CEIDG   ………………………………………………………………..</w:t>
      </w:r>
    </w:p>
    <w:p w:rsidR="00734784" w:rsidRPr="00825DA1" w:rsidRDefault="00734784" w:rsidP="00E64557">
      <w:pPr>
        <w:spacing w:line="360" w:lineRule="auto"/>
        <w:ind w:left="284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825DA1">
        <w:rPr>
          <w:rFonts w:ascii="Arial" w:eastAsia="Calibri" w:hAnsi="Arial" w:cs="Arial"/>
          <w:color w:val="000000" w:themeColor="text1"/>
          <w:sz w:val="20"/>
        </w:rPr>
        <w:t>NIP                             ……………………………………………………………….</w:t>
      </w:r>
    </w:p>
    <w:p w:rsidR="00825DA1" w:rsidRDefault="00734784" w:rsidP="00825DA1">
      <w:pPr>
        <w:spacing w:line="360" w:lineRule="auto"/>
        <w:ind w:left="284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825DA1">
        <w:rPr>
          <w:rFonts w:ascii="Arial" w:eastAsia="Calibri" w:hAnsi="Arial" w:cs="Arial"/>
          <w:color w:val="000000" w:themeColor="text1"/>
          <w:sz w:val="20"/>
        </w:rPr>
        <w:t>REGON                     ………………………………………………………………..</w:t>
      </w:r>
    </w:p>
    <w:p w:rsidR="00825DA1" w:rsidRPr="00825DA1" w:rsidRDefault="00825DA1" w:rsidP="00825DA1">
      <w:pPr>
        <w:rPr>
          <w:rFonts w:ascii="Arial" w:eastAsia="Calibri" w:hAnsi="Arial" w:cs="Arial"/>
          <w:sz w:val="20"/>
        </w:rPr>
      </w:pPr>
    </w:p>
    <w:p w:rsidR="00825DA1" w:rsidRPr="00825DA1" w:rsidRDefault="00825DA1" w:rsidP="00825DA1">
      <w:pPr>
        <w:rPr>
          <w:rFonts w:ascii="Arial" w:eastAsia="Calibri" w:hAnsi="Arial" w:cs="Arial"/>
          <w:sz w:val="20"/>
        </w:rPr>
      </w:pPr>
    </w:p>
    <w:p w:rsidR="00825DA1" w:rsidRPr="00825DA1" w:rsidRDefault="00825DA1" w:rsidP="00825DA1">
      <w:pPr>
        <w:rPr>
          <w:rFonts w:ascii="Arial" w:eastAsia="Calibri" w:hAnsi="Arial" w:cs="Arial"/>
          <w:sz w:val="20"/>
        </w:rPr>
      </w:pPr>
    </w:p>
    <w:p w:rsidR="00825DA1" w:rsidRPr="00825DA1" w:rsidRDefault="00825DA1" w:rsidP="00825DA1">
      <w:pPr>
        <w:rPr>
          <w:rFonts w:ascii="Arial" w:eastAsia="Calibri" w:hAnsi="Arial" w:cs="Arial"/>
          <w:sz w:val="20"/>
        </w:rPr>
      </w:pPr>
    </w:p>
    <w:p w:rsidR="00825DA1" w:rsidRPr="00825DA1" w:rsidRDefault="00825DA1" w:rsidP="00825DA1">
      <w:pPr>
        <w:rPr>
          <w:rFonts w:ascii="Arial" w:eastAsia="Calibri" w:hAnsi="Arial" w:cs="Arial"/>
          <w:sz w:val="20"/>
        </w:rPr>
      </w:pPr>
    </w:p>
    <w:p w:rsidR="00825DA1" w:rsidRDefault="00825DA1" w:rsidP="00825DA1">
      <w:pPr>
        <w:rPr>
          <w:rFonts w:ascii="Arial" w:hAnsi="Arial" w:cs="Arial"/>
          <w:sz w:val="20"/>
        </w:rPr>
      </w:pPr>
    </w:p>
    <w:p w:rsidR="00825DA1" w:rsidRPr="00825DA1" w:rsidRDefault="00825DA1" w:rsidP="00825DA1">
      <w:pPr>
        <w:suppressAutoHyphens/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  <w:lang w:eastAsia="ar-SA"/>
        </w:rPr>
      </w:pPr>
      <w:r w:rsidRPr="00825DA1">
        <w:rPr>
          <w:rFonts w:ascii="Arial" w:hAnsi="Arial" w:cs="Arial"/>
          <w:b/>
          <w:color w:val="FF0000"/>
          <w:sz w:val="22"/>
          <w:szCs w:val="22"/>
          <w:u w:val="single"/>
          <w:lang w:eastAsia="ar-SA"/>
        </w:rPr>
        <w:t>UWAGA:</w:t>
      </w:r>
    </w:p>
    <w:p w:rsidR="00825DA1" w:rsidRPr="00825DA1" w:rsidRDefault="00825DA1" w:rsidP="00825DA1">
      <w:pPr>
        <w:suppressAutoHyphens/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lang w:eastAsia="ar-SA"/>
        </w:rPr>
      </w:pPr>
      <w:r w:rsidRPr="00825DA1">
        <w:rPr>
          <w:rFonts w:ascii="Arial" w:hAnsi="Arial" w:cs="Arial"/>
          <w:b/>
          <w:color w:val="FF0000"/>
          <w:sz w:val="22"/>
          <w:szCs w:val="22"/>
          <w:lang w:eastAsia="ar-SA"/>
        </w:rPr>
        <w:t>Formularz należy podpisać kwalifikowanym podpisem elektronicznym lub podpisem zaufanym lub podpisem osobistym przez osobę/osoby uprawnioną/-</w:t>
      </w:r>
      <w:proofErr w:type="spellStart"/>
      <w:r w:rsidRPr="00825DA1">
        <w:rPr>
          <w:rFonts w:ascii="Arial" w:hAnsi="Arial" w:cs="Arial"/>
          <w:b/>
          <w:color w:val="FF0000"/>
          <w:sz w:val="22"/>
          <w:szCs w:val="22"/>
          <w:lang w:eastAsia="ar-SA"/>
        </w:rPr>
        <w:t>ne</w:t>
      </w:r>
      <w:proofErr w:type="spellEnd"/>
      <w:r w:rsidRPr="00825DA1">
        <w:rPr>
          <w:rFonts w:ascii="Arial" w:hAnsi="Arial" w:cs="Arial"/>
          <w:b/>
          <w:color w:val="FF0000"/>
          <w:sz w:val="22"/>
          <w:szCs w:val="22"/>
          <w:lang w:eastAsia="ar-SA"/>
        </w:rPr>
        <w:t xml:space="preserve"> do składania oświadczeń woli </w:t>
      </w:r>
    </w:p>
    <w:p w:rsidR="003F77AB" w:rsidRPr="00825DA1" w:rsidRDefault="003F77AB" w:rsidP="00825DA1">
      <w:pPr>
        <w:rPr>
          <w:rFonts w:ascii="Arial" w:hAnsi="Arial" w:cs="Arial"/>
          <w:sz w:val="20"/>
        </w:rPr>
      </w:pPr>
    </w:p>
    <w:sectPr w:rsidR="003F77AB" w:rsidRPr="00825DA1" w:rsidSect="00825DA1">
      <w:headerReference w:type="default" r:id="rId9"/>
      <w:pgSz w:w="11906" w:h="16838"/>
      <w:pgMar w:top="709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281" w:rsidRDefault="00F67281" w:rsidP="00F67AD2">
      <w:r>
        <w:separator/>
      </w:r>
    </w:p>
  </w:endnote>
  <w:endnote w:type="continuationSeparator" w:id="0">
    <w:p w:rsidR="00F67281" w:rsidRDefault="00F67281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281" w:rsidRDefault="00F67281" w:rsidP="00F67AD2">
      <w:r>
        <w:separator/>
      </w:r>
    </w:p>
  </w:footnote>
  <w:footnote w:type="continuationSeparator" w:id="0">
    <w:p w:rsidR="00F67281" w:rsidRDefault="00F67281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825DA1" w:rsidRDefault="0059291C" w:rsidP="005F26BA">
    <w:pPr>
      <w:pStyle w:val="Nagwek"/>
      <w:jc w:val="right"/>
      <w:rPr>
        <w:rFonts w:ascii="Arial" w:hAnsi="Arial" w:cs="Arial"/>
        <w:sz w:val="20"/>
      </w:rPr>
    </w:pPr>
    <w:r w:rsidRPr="00825DA1">
      <w:rPr>
        <w:rFonts w:ascii="Arial" w:hAnsi="Arial" w:cs="Arial"/>
        <w:sz w:val="20"/>
      </w:rPr>
      <w:t xml:space="preserve">Załącznik </w:t>
    </w:r>
    <w:r w:rsidR="00942955" w:rsidRPr="00825DA1">
      <w:rPr>
        <w:rFonts w:ascii="Arial" w:hAnsi="Arial" w:cs="Arial"/>
        <w:sz w:val="20"/>
      </w:rPr>
      <w:t>nr 1</w:t>
    </w:r>
  </w:p>
  <w:p w:rsidR="00203712" w:rsidRPr="003C7D9C" w:rsidRDefault="00203712" w:rsidP="005F26BA">
    <w:pPr>
      <w:pStyle w:val="Nagwek"/>
      <w:jc w:val="right"/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EDE"/>
    <w:multiLevelType w:val="hybridMultilevel"/>
    <w:tmpl w:val="28D03668"/>
    <w:lvl w:ilvl="0" w:tplc="BB2E533A">
      <w:start w:val="9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2F67D95"/>
    <w:multiLevelType w:val="hybridMultilevel"/>
    <w:tmpl w:val="675E0212"/>
    <w:lvl w:ilvl="0" w:tplc="D90080B0">
      <w:start w:val="1"/>
      <w:numFmt w:val="decimal"/>
      <w:lvlText w:val="%1."/>
      <w:lvlJc w:val="left"/>
      <w:pPr>
        <w:ind w:left="801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A12A2"/>
    <w:multiLevelType w:val="hybridMultilevel"/>
    <w:tmpl w:val="18ACC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C2661"/>
    <w:multiLevelType w:val="hybridMultilevel"/>
    <w:tmpl w:val="BFD25E04"/>
    <w:lvl w:ilvl="0" w:tplc="DB0E3B74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F305024"/>
    <w:multiLevelType w:val="hybridMultilevel"/>
    <w:tmpl w:val="BFD25E04"/>
    <w:lvl w:ilvl="0" w:tplc="DB0E3B74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C3216"/>
    <w:multiLevelType w:val="hybridMultilevel"/>
    <w:tmpl w:val="BFD25E04"/>
    <w:lvl w:ilvl="0" w:tplc="DB0E3B74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787F0273"/>
    <w:multiLevelType w:val="hybridMultilevel"/>
    <w:tmpl w:val="BFD25E04"/>
    <w:lvl w:ilvl="0" w:tplc="DB0E3B74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88C7735"/>
    <w:multiLevelType w:val="hybridMultilevel"/>
    <w:tmpl w:val="F732F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95FBE"/>
    <w:multiLevelType w:val="hybridMultilevel"/>
    <w:tmpl w:val="705E46E4"/>
    <w:lvl w:ilvl="0" w:tplc="38882E2A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4"/>
  </w:num>
  <w:num w:numId="9">
    <w:abstractNumId w:val="7"/>
  </w:num>
  <w:num w:numId="10">
    <w:abstractNumId w:val="3"/>
  </w:num>
  <w:num w:numId="11">
    <w:abstractNumId w:val="0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17"/>
    <w:rsid w:val="00001C36"/>
    <w:rsid w:val="0004096B"/>
    <w:rsid w:val="000A2667"/>
    <w:rsid w:val="000D6191"/>
    <w:rsid w:val="000E4C36"/>
    <w:rsid w:val="000F2C6F"/>
    <w:rsid w:val="00103F55"/>
    <w:rsid w:val="00104BC1"/>
    <w:rsid w:val="0011004B"/>
    <w:rsid w:val="001333DA"/>
    <w:rsid w:val="0014572D"/>
    <w:rsid w:val="00164F16"/>
    <w:rsid w:val="0018497D"/>
    <w:rsid w:val="001873BE"/>
    <w:rsid w:val="00191FEE"/>
    <w:rsid w:val="001B734D"/>
    <w:rsid w:val="001F77EA"/>
    <w:rsid w:val="00200115"/>
    <w:rsid w:val="00203712"/>
    <w:rsid w:val="002127C9"/>
    <w:rsid w:val="00260BF2"/>
    <w:rsid w:val="002749A2"/>
    <w:rsid w:val="00283A33"/>
    <w:rsid w:val="00283F13"/>
    <w:rsid w:val="002950EE"/>
    <w:rsid w:val="002A1B7D"/>
    <w:rsid w:val="002F2C98"/>
    <w:rsid w:val="002F57BD"/>
    <w:rsid w:val="00325F0F"/>
    <w:rsid w:val="0033332D"/>
    <w:rsid w:val="00361F75"/>
    <w:rsid w:val="003744AD"/>
    <w:rsid w:val="00381435"/>
    <w:rsid w:val="003850E7"/>
    <w:rsid w:val="00391980"/>
    <w:rsid w:val="003A6BE7"/>
    <w:rsid w:val="003C7D9C"/>
    <w:rsid w:val="003E1B3E"/>
    <w:rsid w:val="003F77AB"/>
    <w:rsid w:val="00401BC4"/>
    <w:rsid w:val="004045CC"/>
    <w:rsid w:val="00447473"/>
    <w:rsid w:val="00452752"/>
    <w:rsid w:val="00461446"/>
    <w:rsid w:val="00482B35"/>
    <w:rsid w:val="00483EC1"/>
    <w:rsid w:val="00485ABF"/>
    <w:rsid w:val="00496704"/>
    <w:rsid w:val="004B4EBE"/>
    <w:rsid w:val="004C592D"/>
    <w:rsid w:val="004D473E"/>
    <w:rsid w:val="004D6A2B"/>
    <w:rsid w:val="004D7DF8"/>
    <w:rsid w:val="004E5975"/>
    <w:rsid w:val="004E75E7"/>
    <w:rsid w:val="00500061"/>
    <w:rsid w:val="00522EF8"/>
    <w:rsid w:val="005614A1"/>
    <w:rsid w:val="00584E87"/>
    <w:rsid w:val="0059291C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1273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00254"/>
    <w:rsid w:val="00734784"/>
    <w:rsid w:val="00740397"/>
    <w:rsid w:val="00754C63"/>
    <w:rsid w:val="007624F0"/>
    <w:rsid w:val="007831FC"/>
    <w:rsid w:val="00793171"/>
    <w:rsid w:val="007A6E6D"/>
    <w:rsid w:val="007B01E0"/>
    <w:rsid w:val="007B45CD"/>
    <w:rsid w:val="007C20FE"/>
    <w:rsid w:val="007D0018"/>
    <w:rsid w:val="007D2BCD"/>
    <w:rsid w:val="007E7D17"/>
    <w:rsid w:val="00810B1A"/>
    <w:rsid w:val="00825DA1"/>
    <w:rsid w:val="008271BD"/>
    <w:rsid w:val="008431FC"/>
    <w:rsid w:val="00857962"/>
    <w:rsid w:val="008601A8"/>
    <w:rsid w:val="00881A45"/>
    <w:rsid w:val="008946DF"/>
    <w:rsid w:val="008A2C80"/>
    <w:rsid w:val="008B10FF"/>
    <w:rsid w:val="008B36F7"/>
    <w:rsid w:val="008B3A18"/>
    <w:rsid w:val="008B79AA"/>
    <w:rsid w:val="008C4832"/>
    <w:rsid w:val="008D3E5D"/>
    <w:rsid w:val="008E7767"/>
    <w:rsid w:val="008F23F6"/>
    <w:rsid w:val="008F4FC8"/>
    <w:rsid w:val="008F5BC6"/>
    <w:rsid w:val="00900214"/>
    <w:rsid w:val="00917350"/>
    <w:rsid w:val="009200E6"/>
    <w:rsid w:val="00940941"/>
    <w:rsid w:val="00942955"/>
    <w:rsid w:val="009730EC"/>
    <w:rsid w:val="009737B4"/>
    <w:rsid w:val="009A0044"/>
    <w:rsid w:val="009C1AD5"/>
    <w:rsid w:val="009C338C"/>
    <w:rsid w:val="009D485B"/>
    <w:rsid w:val="00A10627"/>
    <w:rsid w:val="00A317D0"/>
    <w:rsid w:val="00A33DC2"/>
    <w:rsid w:val="00A3466F"/>
    <w:rsid w:val="00A37E27"/>
    <w:rsid w:val="00A57715"/>
    <w:rsid w:val="00A74CBB"/>
    <w:rsid w:val="00A93E24"/>
    <w:rsid w:val="00A969FF"/>
    <w:rsid w:val="00AA03FF"/>
    <w:rsid w:val="00AA217A"/>
    <w:rsid w:val="00AC74E3"/>
    <w:rsid w:val="00AE0BE5"/>
    <w:rsid w:val="00AF0798"/>
    <w:rsid w:val="00AF60BD"/>
    <w:rsid w:val="00B056CD"/>
    <w:rsid w:val="00B17C40"/>
    <w:rsid w:val="00B25076"/>
    <w:rsid w:val="00B25660"/>
    <w:rsid w:val="00B261CC"/>
    <w:rsid w:val="00B265FA"/>
    <w:rsid w:val="00B45DC3"/>
    <w:rsid w:val="00B6072B"/>
    <w:rsid w:val="00B8406C"/>
    <w:rsid w:val="00B94CD2"/>
    <w:rsid w:val="00BB5624"/>
    <w:rsid w:val="00BB5BC4"/>
    <w:rsid w:val="00BC7551"/>
    <w:rsid w:val="00BD2907"/>
    <w:rsid w:val="00BD7776"/>
    <w:rsid w:val="00C01792"/>
    <w:rsid w:val="00C26470"/>
    <w:rsid w:val="00C4538C"/>
    <w:rsid w:val="00C5590C"/>
    <w:rsid w:val="00C6539D"/>
    <w:rsid w:val="00C83397"/>
    <w:rsid w:val="00C83883"/>
    <w:rsid w:val="00C920FF"/>
    <w:rsid w:val="00C9793C"/>
    <w:rsid w:val="00CA4197"/>
    <w:rsid w:val="00CB3880"/>
    <w:rsid w:val="00CC026C"/>
    <w:rsid w:val="00CD0EC2"/>
    <w:rsid w:val="00CD6FB0"/>
    <w:rsid w:val="00CF5AFB"/>
    <w:rsid w:val="00D012FD"/>
    <w:rsid w:val="00D20E55"/>
    <w:rsid w:val="00D35D33"/>
    <w:rsid w:val="00D44B52"/>
    <w:rsid w:val="00D5288C"/>
    <w:rsid w:val="00D55C48"/>
    <w:rsid w:val="00D7651F"/>
    <w:rsid w:val="00D960A5"/>
    <w:rsid w:val="00DA4F7F"/>
    <w:rsid w:val="00DC2ECB"/>
    <w:rsid w:val="00DC3D5A"/>
    <w:rsid w:val="00DC52B7"/>
    <w:rsid w:val="00DD3F15"/>
    <w:rsid w:val="00DE3A60"/>
    <w:rsid w:val="00E114AA"/>
    <w:rsid w:val="00E16BA1"/>
    <w:rsid w:val="00E24089"/>
    <w:rsid w:val="00E25429"/>
    <w:rsid w:val="00E30990"/>
    <w:rsid w:val="00E40C92"/>
    <w:rsid w:val="00E4366F"/>
    <w:rsid w:val="00E64557"/>
    <w:rsid w:val="00E67006"/>
    <w:rsid w:val="00EA5A54"/>
    <w:rsid w:val="00EE7EE6"/>
    <w:rsid w:val="00EF1356"/>
    <w:rsid w:val="00F30B76"/>
    <w:rsid w:val="00F52CBB"/>
    <w:rsid w:val="00F57049"/>
    <w:rsid w:val="00F67281"/>
    <w:rsid w:val="00F67AD2"/>
    <w:rsid w:val="00F91D2D"/>
    <w:rsid w:val="00F94076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74C661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E8969-0B8F-4F31-B9AD-FE9B1D49E07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0BA0E39-4826-4583-B177-DF2D393F7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687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Białecka Violetta</cp:lastModifiedBy>
  <cp:revision>11</cp:revision>
  <cp:lastPrinted>2024-12-19T09:57:00Z</cp:lastPrinted>
  <dcterms:created xsi:type="dcterms:W3CDTF">2022-12-28T08:31:00Z</dcterms:created>
  <dcterms:modified xsi:type="dcterms:W3CDTF">2024-12-19T10:46:00Z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x4hDzRAd30wCvL5kYaF8S0wCe3i5+AFf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