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F27" w:rsidRPr="00EC3B3D" w:rsidRDefault="00572F27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572F27" w:rsidRPr="00682DD7" w:rsidRDefault="00572F27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572F27" w:rsidRPr="00223247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22324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23247">
        <w:rPr>
          <w:rStyle w:val="FootnoteReference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22324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22324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:rsidR="00572F27" w:rsidRPr="00223247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223247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223247">
        <w:rPr>
          <w:rStyle w:val="FootnoteReference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223247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572F27" w:rsidRPr="00223247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223247">
        <w:rPr>
          <w:b/>
          <w:bCs/>
        </w:rPr>
        <w:t xml:space="preserve">Dz.U. UE  2024/S 212-659978, data 30/10/2024 strona [212], </w:t>
      </w:r>
    </w:p>
    <w:p w:rsidR="00572F27" w:rsidRPr="00223247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223247">
        <w:rPr>
          <w:b/>
          <w:bCs/>
        </w:rPr>
        <w:t>Numer ogłoszenia w 659978-2024</w:t>
      </w:r>
    </w:p>
    <w:p w:rsidR="00572F27" w:rsidRPr="00682DD7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223247">
        <w:rPr>
          <w:rFonts w:ascii="Arial" w:hAnsi="Arial" w:cs="Arial"/>
          <w:b/>
          <w:bCs/>
          <w:w w:val="0"/>
          <w:sz w:val="20"/>
          <w:szCs w:val="20"/>
        </w:rPr>
        <w:t>Jeżeli nie opublikowano zaproszenia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do ubiegania się o zamówienie w Dz.U., instytucja zamawiająca lub podmiot zamawiający muszą wypełnić informacje umożliwiające jednoznaczne zidentyfikowanie postępowania o udzielenie zamówienia:</w:t>
      </w:r>
    </w:p>
    <w:p w:rsidR="00572F27" w:rsidRPr="00682DD7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72F27" w:rsidRPr="00EC3B3D" w:rsidRDefault="00572F2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572F27" w:rsidRPr="00682DD7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572F27" w:rsidRPr="00682DD7">
        <w:trPr>
          <w:trHeight w:val="349"/>
        </w:trPr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72F27" w:rsidRPr="00682DD7">
        <w:trPr>
          <w:trHeight w:val="349"/>
        </w:trPr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572F27" w:rsidRPr="00B150BB" w:rsidRDefault="00572F27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Samodzielny Publiczny Zakład Opieki Zdrowotnej</w:t>
            </w:r>
            <w:bookmarkStart w:id="0" w:name="_Toc87357897"/>
            <w:r w:rsidRPr="00B150BB">
              <w:rPr>
                <w:rFonts w:ascii="Arial" w:hAnsi="Arial" w:cs="Arial"/>
              </w:rPr>
              <w:t xml:space="preserve"> Wojewódzki Szpital Specjalistyczny Nr 3 w Rybniku</w:t>
            </w:r>
            <w:bookmarkEnd w:id="0"/>
          </w:p>
          <w:p w:rsidR="00572F27" w:rsidRPr="00B150BB" w:rsidRDefault="00572F27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ul. Energetyków 46, 44-200 Rybnik</w:t>
            </w:r>
          </w:p>
          <w:p w:rsidR="00572F27" w:rsidRPr="00FC39AB" w:rsidRDefault="00572F27" w:rsidP="00FC39AB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72F27" w:rsidRPr="00682DD7">
        <w:trPr>
          <w:trHeight w:val="485"/>
        </w:trPr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Dostawa</w:t>
            </w:r>
          </w:p>
        </w:tc>
      </w:tr>
      <w:tr w:rsidR="00572F27" w:rsidRPr="00682DD7">
        <w:trPr>
          <w:trHeight w:val="484"/>
        </w:trPr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572F27" w:rsidRPr="00526952" w:rsidRDefault="00572F27" w:rsidP="0052695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526952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Dostawy 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środków kontrastowych</w:t>
            </w:r>
          </w:p>
        </w:tc>
      </w:tr>
      <w:tr w:rsidR="00572F27" w:rsidRPr="00682DD7">
        <w:trPr>
          <w:trHeight w:val="484"/>
        </w:trPr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572F27" w:rsidRPr="00526952" w:rsidRDefault="00572F27" w:rsidP="008D15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LAS-145-PN/47-2024.AR </w:t>
            </w:r>
          </w:p>
        </w:tc>
      </w:tr>
    </w:tbl>
    <w:p w:rsidR="00572F27" w:rsidRPr="00682DD7" w:rsidRDefault="00572F27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572F27" w:rsidRPr="00682DD7" w:rsidRDefault="00572F27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572F27" w:rsidRPr="00EC3B3D" w:rsidRDefault="00572F2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572F27" w:rsidRPr="00B84CAC" w:rsidRDefault="00572F27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572F27" w:rsidRPr="00682DD7">
        <w:trPr>
          <w:trHeight w:val="1372"/>
        </w:trPr>
        <w:tc>
          <w:tcPr>
            <w:tcW w:w="4644" w:type="dxa"/>
          </w:tcPr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572F27" w:rsidRPr="00B84CAC" w:rsidRDefault="00572F27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572F27" w:rsidRPr="00B84CAC" w:rsidRDefault="00572F27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572F27" w:rsidRPr="00682DD7">
        <w:trPr>
          <w:trHeight w:val="2002"/>
        </w:trPr>
        <w:tc>
          <w:tcPr>
            <w:tcW w:w="4644" w:type="dxa"/>
          </w:tcPr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572F27" w:rsidRPr="00B84CAC" w:rsidRDefault="00572F27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572F27" w:rsidRPr="00B84CAC" w:rsidRDefault="00572F27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572F27" w:rsidRPr="00B84CAC" w:rsidRDefault="00572F27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jest zakładem pracy chronionej, „przedsiębiorstwem społecznym”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jaki jest odpowiedni odsetek pracowników niepełnosprawnych lub defaworyzowanych?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572F27" w:rsidRPr="00682DD7">
        <w:tc>
          <w:tcPr>
            <w:tcW w:w="4644" w:type="dxa"/>
          </w:tcPr>
          <w:p w:rsidR="00572F27" w:rsidRPr="001E6930" w:rsidRDefault="00572F27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  <w:p w:rsidR="00572F27" w:rsidRPr="001E6930" w:rsidRDefault="00572F27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:rsidR="00572F27" w:rsidRPr="001E6930" w:rsidRDefault="00572F27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:rsidR="00572F27" w:rsidRPr="001E6930" w:rsidRDefault="00572F27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72F27" w:rsidRDefault="00572F27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572F27" w:rsidRPr="004A7AE1" w:rsidRDefault="00572F27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:rsidR="00572F27" w:rsidRPr="004A7AE1" w:rsidRDefault="00572F27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572F27" w:rsidRPr="004A7AE1" w:rsidRDefault="00572F27" w:rsidP="00D64E39">
            <w:pPr>
              <w:pStyle w:val="Default"/>
              <w:rPr>
                <w:i/>
                <w:iCs/>
                <w:color w:val="2F5496"/>
                <w:sz w:val="18"/>
                <w:szCs w:val="18"/>
              </w:rPr>
            </w:pPr>
            <w:r w:rsidRPr="004A7AE1">
              <w:rPr>
                <w:i/>
                <w:iCs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>
              <w:rPr>
                <w:i/>
                <w:iCs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iCs/>
                <w:color w:val="2F5496"/>
                <w:sz w:val="18"/>
                <w:szCs w:val="18"/>
              </w:rPr>
              <w:t xml:space="preserve"> formularza w rubryce poniżej. </w:t>
            </w:r>
          </w:p>
          <w:p w:rsidR="00572F27" w:rsidRPr="001E6930" w:rsidRDefault="00572F27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572F27" w:rsidRPr="00682DD7">
        <w:trPr>
          <w:trHeight w:val="530"/>
        </w:trPr>
        <w:tc>
          <w:tcPr>
            <w:tcW w:w="4644" w:type="dxa"/>
          </w:tcPr>
          <w:p w:rsidR="00572F27" w:rsidRPr="001E6930" w:rsidRDefault="00572F27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572F27" w:rsidRPr="001E6930" w:rsidRDefault="00572F27" w:rsidP="00D64E39">
            <w:pPr>
              <w:pStyle w:val="Text1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572F27" w:rsidRPr="001E6930" w:rsidRDefault="00572F27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572F27" w:rsidRPr="001E6930" w:rsidRDefault="00572F27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572F27" w:rsidRPr="001E6930" w:rsidRDefault="00572F27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572F27" w:rsidRPr="001E6930" w:rsidRDefault="00572F27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:rsidR="00572F27" w:rsidRPr="001E6930" w:rsidRDefault="00572F27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72F27" w:rsidRPr="001E6930" w:rsidRDefault="00572F27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72F27" w:rsidRPr="001E6930" w:rsidRDefault="00572F27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572F27" w:rsidRPr="00682DD7">
        <w:tc>
          <w:tcPr>
            <w:tcW w:w="9289" w:type="dxa"/>
            <w:gridSpan w:val="2"/>
            <w:shd w:val="clear" w:color="auto" w:fill="F2F2F2"/>
          </w:tcPr>
          <w:p w:rsidR="00572F27" w:rsidRDefault="00572F27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JEŻELI TAK, PROSZĘ DOPILNOWAĆ, ABY POZOSTALI UCZESTNICY</w:t>
            </w:r>
          </w:p>
          <w:p w:rsidR="00572F27" w:rsidRDefault="00572F27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PRZEDSTAWILI ODRĘBNE JEDNOLITE EUROPEJSKIE DOKUMENTY</w:t>
            </w:r>
          </w:p>
          <w:p w:rsidR="00572F27" w:rsidRPr="00455154" w:rsidRDefault="00572F27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2E74B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ZAMÓWIENIA.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:rsidR="00572F27" w:rsidRPr="00B84CAC" w:rsidRDefault="00572F27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>Odpowiedź:</w:t>
            </w:r>
          </w:p>
        </w:tc>
      </w:tr>
      <w:tr w:rsidR="00572F27" w:rsidRPr="00682DD7">
        <w:tc>
          <w:tcPr>
            <w:tcW w:w="4644" w:type="dxa"/>
          </w:tcPr>
          <w:p w:rsidR="00572F27" w:rsidRPr="00327EAF" w:rsidRDefault="00572F27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572F27" w:rsidRPr="00327EAF" w:rsidRDefault="00572F27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BFBFBF"/>
              </w:rPr>
            </w:pPr>
            <w:r w:rsidRPr="00327EAF">
              <w:rPr>
                <w:rFonts w:ascii="Arial" w:hAnsi="Arial" w:cs="Arial"/>
                <w:b/>
                <w:bCs/>
                <w:color w:val="2E74B5"/>
              </w:rPr>
              <w:t>[ …. ]</w:t>
            </w:r>
          </w:p>
        </w:tc>
      </w:tr>
    </w:tbl>
    <w:p w:rsidR="00572F27" w:rsidRPr="00EC3B3D" w:rsidRDefault="00572F2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572F27" w:rsidRPr="00682DD7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72F27" w:rsidRPr="00682DD7">
        <w:tc>
          <w:tcPr>
            <w:tcW w:w="4644" w:type="dxa"/>
          </w:tcPr>
          <w:p w:rsidR="00572F2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:rsidR="00572F27" w:rsidRPr="00C646D5" w:rsidRDefault="00572F27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:rsidR="00572F27" w:rsidRPr="001439B8" w:rsidRDefault="00572F27" w:rsidP="00D64E39">
            <w:pPr>
              <w:rPr>
                <w:rFonts w:ascii="Arial" w:hAnsi="Arial" w:cs="Arial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  <w:r w:rsidRPr="001439B8">
              <w:rPr>
                <w:rFonts w:ascii="Arial" w:hAnsi="Arial" w:cs="Arial"/>
              </w:rPr>
              <w:t>,</w:t>
            </w:r>
          </w:p>
          <w:p w:rsidR="00572F27" w:rsidRPr="00C646D5" w:rsidRDefault="00572F27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4E53B2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572F27" w:rsidRPr="00B84CAC" w:rsidRDefault="00572F27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344658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572F27" w:rsidRPr="00B84CAC" w:rsidRDefault="00572F27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572F27" w:rsidRPr="00B84CAC" w:rsidRDefault="00572F27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572F27" w:rsidRPr="00B84CAC" w:rsidRDefault="00572F27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572F27" w:rsidRPr="00B84CAC" w:rsidRDefault="00572F27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</w:tbl>
    <w:p w:rsidR="00572F27" w:rsidRDefault="00572F2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4"/>
        <w:gridCol w:w="4528"/>
      </w:tblGrid>
      <w:tr w:rsidR="00572F27" w:rsidRPr="00682DD7">
        <w:tc>
          <w:tcPr>
            <w:tcW w:w="4534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72F27" w:rsidRPr="00682DD7">
        <w:tc>
          <w:tcPr>
            <w:tcW w:w="4534" w:type="dxa"/>
          </w:tcPr>
          <w:p w:rsidR="00572F27" w:rsidRPr="00C32A45" w:rsidRDefault="00572F2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</w:tcPr>
          <w:p w:rsidR="00572F27" w:rsidRPr="00C32A45" w:rsidRDefault="00572F2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:rsidR="00572F27" w:rsidRPr="008D1566" w:rsidRDefault="00572F27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FootnoteReference"/>
          <w:rFonts w:ascii="Arial" w:hAnsi="Arial" w:cs="Arial"/>
          <w:color w:val="000000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/>
          <w:sz w:val="20"/>
          <w:szCs w:val="20"/>
        </w:rPr>
        <w:t>.</w:t>
      </w:r>
    </w:p>
    <w:p w:rsidR="00572F27" w:rsidRPr="00EC3B3D" w:rsidRDefault="00572F27" w:rsidP="00FC39AB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:rsidR="00572F27" w:rsidRPr="00682DD7" w:rsidRDefault="00572F27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572F27" w:rsidRPr="00682DD7" w:rsidRDefault="00572F27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572F27" w:rsidRDefault="00572F27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72F27" w:rsidRPr="00916520" w:rsidRDefault="00572F27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:rsidR="00572F27" w:rsidRPr="00EC3B3D" w:rsidRDefault="00572F2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572F27" w:rsidRPr="00682DD7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572F27" w:rsidRPr="00682DD7" w:rsidRDefault="00572F27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572F27" w:rsidRPr="00682DD7" w:rsidRDefault="00572F27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572F27" w:rsidRPr="00682DD7" w:rsidRDefault="00572F27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572F27" w:rsidRPr="00682DD7" w:rsidRDefault="00572F27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572F27" w:rsidRPr="00682DD7" w:rsidRDefault="00572F27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572F27" w:rsidRPr="00682DD7" w:rsidRDefault="00572F27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FootnoteReference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572F27" w:rsidRPr="00EC3B3D" w:rsidRDefault="00572F27" w:rsidP="00FC39AB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2322"/>
        <w:gridCol w:w="2323"/>
      </w:tblGrid>
      <w:tr w:rsidR="00572F27" w:rsidRPr="00682DD7">
        <w:tc>
          <w:tcPr>
            <w:tcW w:w="4644" w:type="dxa"/>
          </w:tcPr>
          <w:p w:rsidR="00572F27" w:rsidRPr="00330C13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572F27" w:rsidRPr="00330C13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572F27" w:rsidRPr="00682DD7">
        <w:trPr>
          <w:trHeight w:val="470"/>
        </w:trPr>
        <w:tc>
          <w:tcPr>
            <w:tcW w:w="4644" w:type="dxa"/>
            <w:vMerge w:val="restart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572F27" w:rsidRPr="00682DD7" w:rsidRDefault="00572F27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572F27" w:rsidRPr="00682DD7" w:rsidRDefault="00572F27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572F27" w:rsidRPr="00682DD7" w:rsidRDefault="00572F27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572F27" w:rsidRPr="00682DD7" w:rsidRDefault="00572F27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572F27" w:rsidRPr="003B6F34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572F27" w:rsidRPr="00682DD7" w:rsidRDefault="00572F27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572F27" w:rsidRPr="00682DD7">
        <w:trPr>
          <w:trHeight w:val="1977"/>
        </w:trPr>
        <w:tc>
          <w:tcPr>
            <w:tcW w:w="4644" w:type="dxa"/>
            <w:vMerge/>
          </w:tcPr>
          <w:p w:rsidR="00572F27" w:rsidRPr="00682DD7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572F27" w:rsidRPr="00682DD7" w:rsidRDefault="00572F27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572F27" w:rsidRPr="00682DD7" w:rsidRDefault="00572F2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572F27" w:rsidRDefault="00572F2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572F27" w:rsidRDefault="00572F27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572F27" w:rsidRPr="00682DD7" w:rsidRDefault="00572F2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572F27" w:rsidRPr="00682DD7" w:rsidRDefault="00572F2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572F27" w:rsidRPr="00682DD7" w:rsidRDefault="00572F2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572F27" w:rsidRDefault="00572F27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112466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572F27" w:rsidRPr="00112466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572F27" w:rsidRPr="00EC3B3D" w:rsidRDefault="00572F2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FootnoteReference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572F27" w:rsidRPr="00D1354E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4523"/>
        <w:gridCol w:w="4539"/>
      </w:tblGrid>
      <w:tr w:rsidR="00572F27" w:rsidRPr="00682DD7">
        <w:tc>
          <w:tcPr>
            <w:tcW w:w="4523" w:type="dxa"/>
            <w:gridSpan w:val="2"/>
          </w:tcPr>
          <w:p w:rsidR="00572F27" w:rsidRPr="00D1354E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</w:tcPr>
          <w:p w:rsidR="00572F27" w:rsidRPr="00D1354E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72F27" w:rsidRPr="00682DD7">
        <w:trPr>
          <w:trHeight w:val="406"/>
        </w:trPr>
        <w:tc>
          <w:tcPr>
            <w:tcW w:w="4523" w:type="dxa"/>
            <w:gridSpan w:val="2"/>
            <w:vMerge w:val="restart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572F27" w:rsidRPr="00682DD7">
        <w:trPr>
          <w:trHeight w:val="405"/>
        </w:trPr>
        <w:tc>
          <w:tcPr>
            <w:tcW w:w="4523" w:type="dxa"/>
            <w:gridSpan w:val="2"/>
            <w:vMerge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572F27" w:rsidRPr="00682DD7">
        <w:tc>
          <w:tcPr>
            <w:tcW w:w="4523" w:type="dxa"/>
            <w:gridSpan w:val="2"/>
          </w:tcPr>
          <w:p w:rsidR="00572F27" w:rsidRPr="005F45A0" w:rsidRDefault="00572F27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f) jego działalność gospodarcza jest zawieszona?</w:t>
            </w:r>
          </w:p>
          <w:p w:rsidR="00572F27" w:rsidRPr="005F45A0" w:rsidRDefault="00572F27" w:rsidP="00D64E39">
            <w:pPr>
              <w:pStyle w:val="NormalLeft"/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Jeżeli odnośna dokumentacja jest dostępna w formie elektronicznej, proszę wskazać:</w:t>
            </w:r>
          </w:p>
          <w:p w:rsidR="00572F27" w:rsidRPr="005F45A0" w:rsidRDefault="00572F27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572F27" w:rsidRPr="005F45A0" w:rsidRDefault="00572F27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572F27" w:rsidRPr="005F45A0" w:rsidRDefault="00572F27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tak:</w:t>
            </w:r>
          </w:p>
          <w:p w:rsidR="00572F27" w:rsidRPr="005F45A0" w:rsidRDefault="00572F2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szczegółowe informacje:</w:t>
            </w:r>
          </w:p>
          <w:p w:rsidR="00572F27" w:rsidRPr="005F45A0" w:rsidRDefault="00572F2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72F27" w:rsidRPr="005F45A0" w:rsidRDefault="00572F27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72F27" w:rsidRPr="005F45A0" w:rsidRDefault="00572F27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</w:tcPr>
          <w:p w:rsidR="00572F27" w:rsidRPr="005F45A0" w:rsidRDefault="00572F2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572F27" w:rsidRPr="005F45A0" w:rsidRDefault="00572F2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572F27" w:rsidRDefault="00572F27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(</w:t>
            </w: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adres internetowy:</w:t>
            </w:r>
          </w:p>
          <w:p w:rsidR="00572F27" w:rsidRDefault="00572F27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_____________________________________</w:t>
            </w:r>
          </w:p>
          <w:p w:rsidR="00572F27" w:rsidRPr="005F45A0" w:rsidRDefault="00572F27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wydający urząd lub organ: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 xml:space="preserve"> ____________________________________</w:t>
            </w:r>
          </w:p>
          <w:p w:rsidR="00572F27" w:rsidRPr="005F45A0" w:rsidRDefault="00572F27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) ______________________________________</w:t>
            </w:r>
          </w:p>
          <w:p w:rsidR="00572F27" w:rsidRPr="005F45A0" w:rsidRDefault="00572F2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72F27" w:rsidRPr="005F45A0" w:rsidRDefault="00572F2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</w:p>
          <w:p w:rsidR="00572F27" w:rsidRPr="005F45A0" w:rsidRDefault="00572F2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</w:p>
          <w:p w:rsidR="00572F27" w:rsidRPr="005F45A0" w:rsidRDefault="00572F27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572F27" w:rsidRPr="005F45A0" w:rsidRDefault="00572F27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572F27" w:rsidRPr="005F45A0" w:rsidRDefault="00572F27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572F27" w:rsidRPr="005F45A0" w:rsidRDefault="00572F2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572F27" w:rsidRPr="00682DD7">
        <w:trPr>
          <w:trHeight w:val="303"/>
        </w:trPr>
        <w:tc>
          <w:tcPr>
            <w:tcW w:w="4523" w:type="dxa"/>
            <w:gridSpan w:val="2"/>
            <w:vMerge w:val="restart"/>
          </w:tcPr>
          <w:p w:rsidR="00572F27" w:rsidRPr="007F3023" w:rsidRDefault="00572F27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Czy wykonawca jest winien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poważnego wykroczenia zawodowego</w:t>
            </w:r>
            <w:r w:rsidRPr="007F3023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</w:tcPr>
          <w:p w:rsidR="00572F27" w:rsidRPr="007F3023" w:rsidRDefault="00572F27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 [……]</w:t>
            </w:r>
          </w:p>
        </w:tc>
      </w:tr>
      <w:tr w:rsidR="00572F27" w:rsidRPr="00682DD7">
        <w:trPr>
          <w:trHeight w:val="303"/>
        </w:trPr>
        <w:tc>
          <w:tcPr>
            <w:tcW w:w="4523" w:type="dxa"/>
            <w:gridSpan w:val="2"/>
            <w:vMerge/>
          </w:tcPr>
          <w:p w:rsidR="00572F27" w:rsidRPr="007F3023" w:rsidRDefault="00572F27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</w:p>
        </w:tc>
        <w:tc>
          <w:tcPr>
            <w:tcW w:w="4539" w:type="dxa"/>
          </w:tcPr>
          <w:p w:rsidR="00572F27" w:rsidRPr="007F3023" w:rsidRDefault="00572F27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proszę opisać przedsięwzięte środki: [……]</w:t>
            </w:r>
          </w:p>
        </w:tc>
      </w:tr>
      <w:tr w:rsidR="00572F27" w:rsidRPr="00682DD7">
        <w:trPr>
          <w:trHeight w:val="515"/>
        </w:trPr>
        <w:tc>
          <w:tcPr>
            <w:tcW w:w="4523" w:type="dxa"/>
            <w:gridSpan w:val="2"/>
            <w:vMerge w:val="restart"/>
          </w:tcPr>
          <w:p w:rsidR="00572F27" w:rsidRPr="00682DD7" w:rsidRDefault="00572F27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572F27" w:rsidRPr="00682DD7">
        <w:trPr>
          <w:trHeight w:val="514"/>
        </w:trPr>
        <w:tc>
          <w:tcPr>
            <w:tcW w:w="4523" w:type="dxa"/>
            <w:gridSpan w:val="2"/>
            <w:vMerge/>
          </w:tcPr>
          <w:p w:rsidR="00572F27" w:rsidRPr="00682DD7" w:rsidRDefault="00572F27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</w:p>
        </w:tc>
        <w:tc>
          <w:tcPr>
            <w:tcW w:w="4539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572F27" w:rsidRPr="00682DD7">
        <w:trPr>
          <w:trHeight w:val="1316"/>
        </w:trPr>
        <w:tc>
          <w:tcPr>
            <w:tcW w:w="4523" w:type="dxa"/>
            <w:gridSpan w:val="2"/>
          </w:tcPr>
          <w:p w:rsidR="00572F27" w:rsidRPr="00C646D5" w:rsidRDefault="00572F27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  <w:t xml:space="preserve">Czy wykonawca wie o jakimkolwiek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572F27" w:rsidRPr="00682DD7">
        <w:trPr>
          <w:trHeight w:val="1544"/>
        </w:trPr>
        <w:tc>
          <w:tcPr>
            <w:tcW w:w="4523" w:type="dxa"/>
            <w:gridSpan w:val="2"/>
          </w:tcPr>
          <w:p w:rsidR="00572F27" w:rsidRPr="00682DD7" w:rsidRDefault="00572F27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572F27" w:rsidRPr="00682DD7">
        <w:trPr>
          <w:gridBefore w:val="1"/>
          <w:trHeight w:val="932"/>
        </w:trPr>
        <w:tc>
          <w:tcPr>
            <w:tcW w:w="4523" w:type="dxa"/>
            <w:vMerge w:val="restart"/>
          </w:tcPr>
          <w:p w:rsidR="00572F27" w:rsidRPr="00C646D5" w:rsidRDefault="00572F27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572F27" w:rsidRPr="00682DD7">
        <w:trPr>
          <w:gridBefore w:val="1"/>
          <w:trHeight w:val="931"/>
        </w:trPr>
        <w:tc>
          <w:tcPr>
            <w:tcW w:w="4523" w:type="dxa"/>
            <w:vMerge/>
          </w:tcPr>
          <w:p w:rsidR="00572F27" w:rsidRPr="00C646D5" w:rsidRDefault="00572F27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572F27" w:rsidRPr="00682DD7">
        <w:trPr>
          <w:gridBefore w:val="1"/>
        </w:trPr>
        <w:tc>
          <w:tcPr>
            <w:tcW w:w="4523" w:type="dxa"/>
          </w:tcPr>
          <w:p w:rsidR="00572F27" w:rsidRPr="007F3023" w:rsidRDefault="00572F27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 xml:space="preserve">nie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</w:tcPr>
          <w:p w:rsidR="00572F27" w:rsidRPr="007F3023" w:rsidRDefault="00572F27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Nie</w:t>
            </w:r>
          </w:p>
        </w:tc>
      </w:tr>
    </w:tbl>
    <w:p w:rsidR="00572F27" w:rsidRPr="00EC3B3D" w:rsidRDefault="00572F2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1"/>
        <w:gridCol w:w="4589"/>
      </w:tblGrid>
      <w:tr w:rsidR="00572F27" w:rsidRPr="00682DD7">
        <w:tc>
          <w:tcPr>
            <w:tcW w:w="4644" w:type="dxa"/>
          </w:tcPr>
          <w:p w:rsidR="00572F27" w:rsidRPr="006177D1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572F27" w:rsidRPr="006177D1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572F27" w:rsidRPr="00682DD7">
        <w:tc>
          <w:tcPr>
            <w:tcW w:w="4644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  <w:lang w:val="pl-P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572F27" w:rsidRPr="00682DD7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572F27" w:rsidRDefault="00572F27" w:rsidP="00916520"/>
    <w:p w:rsidR="00572F27" w:rsidRPr="00916520" w:rsidRDefault="00572F27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color w:val="1F4E79"/>
          <w:sz w:val="20"/>
          <w:szCs w:val="20"/>
        </w:rPr>
        <w:t>Część IV: Kryteria kwalifikacji</w:t>
      </w:r>
    </w:p>
    <w:p w:rsidR="00572F27" w:rsidRPr="00526FFD" w:rsidRDefault="00572F27" w:rsidP="00FC39AB">
      <w:pPr>
        <w:rPr>
          <w:rFonts w:ascii="Arial" w:hAnsi="Arial" w:cs="Arial"/>
          <w:b/>
          <w:bCs/>
          <w:color w:val="1F4E79"/>
          <w:sz w:val="20"/>
          <w:szCs w:val="20"/>
        </w:rPr>
      </w:pP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 lub sekcje A–D w niniejszej części) wykonawca oświadcza, że:</w:t>
      </w:r>
    </w:p>
    <w:p w:rsidR="00572F27" w:rsidRPr="00526FFD" w:rsidRDefault="00572F27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:rsidR="00572F27" w:rsidRPr="00563D87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572F27" w:rsidRPr="00C3242D">
        <w:tc>
          <w:tcPr>
            <w:tcW w:w="4606" w:type="dxa"/>
          </w:tcPr>
          <w:p w:rsidR="00572F27" w:rsidRPr="00C646D5" w:rsidRDefault="00572F27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572F27" w:rsidRPr="00C646D5" w:rsidRDefault="00572F27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Odpowiedź</w:t>
            </w:r>
          </w:p>
        </w:tc>
      </w:tr>
      <w:tr w:rsidR="00572F27" w:rsidRPr="00C3242D">
        <w:tc>
          <w:tcPr>
            <w:tcW w:w="4606" w:type="dxa"/>
          </w:tcPr>
          <w:p w:rsidR="00572F27" w:rsidRPr="00C646D5" w:rsidRDefault="00572F2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572F27" w:rsidRPr="00C646D5" w:rsidRDefault="00572F2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b/>
                <w:bCs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:rsidR="00572F27" w:rsidRPr="005A54FC" w:rsidRDefault="00572F2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5A54FC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572F27" w:rsidRPr="00C3242D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7"/>
        <w:gridCol w:w="4593"/>
      </w:tblGrid>
      <w:tr w:rsidR="00572F27" w:rsidRPr="00C3242D">
        <w:tc>
          <w:tcPr>
            <w:tcW w:w="4644" w:type="dxa"/>
          </w:tcPr>
          <w:p w:rsidR="00572F27" w:rsidRPr="00C3242D" w:rsidRDefault="00572F27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</w:tcPr>
          <w:p w:rsidR="00572F27" w:rsidRPr="00C3242D" w:rsidRDefault="00572F27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572F27" w:rsidRPr="00682DD7">
        <w:tc>
          <w:tcPr>
            <w:tcW w:w="4644" w:type="dxa"/>
          </w:tcPr>
          <w:p w:rsidR="00572F27" w:rsidRPr="005A54FC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5A54FC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2"/>
            </w:r>
            <w:r w:rsidRPr="005A54FC">
              <w:rPr>
                <w:rFonts w:ascii="Arial" w:hAnsi="Arial" w:cs="Arial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72F27" w:rsidRPr="005A54FC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tbl>
            <w:tblPr>
              <w:tblW w:w="0" w:type="auto"/>
              <w:tblLook w:val="0000"/>
            </w:tblPr>
            <w:tblGrid>
              <w:gridCol w:w="236"/>
            </w:tblGrid>
            <w:tr w:rsidR="00572F27" w:rsidRPr="005A54FC">
              <w:trPr>
                <w:trHeight w:val="512"/>
              </w:trPr>
              <w:tc>
                <w:tcPr>
                  <w:tcW w:w="0" w:type="auto"/>
                </w:tcPr>
                <w:p w:rsidR="00572F27" w:rsidRPr="005A54FC" w:rsidRDefault="00572F27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  <w:p w:rsidR="00572F27" w:rsidRPr="005A54FC" w:rsidRDefault="00572F27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</w:tc>
            </w:tr>
          </w:tbl>
          <w:p w:rsidR="00572F27" w:rsidRPr="005A54FC" w:rsidRDefault="00572F27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</w:tr>
      <w:tr w:rsidR="00572F27" w:rsidRPr="00682DD7">
        <w:tc>
          <w:tcPr>
            <w:tcW w:w="4644" w:type="dxa"/>
          </w:tcPr>
          <w:p w:rsidR="00572F27" w:rsidRPr="005A54FC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posiadanie</w:t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zezwolenia lub bycie członkiem</w:t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A54FC">
              <w:rPr>
                <w:rFonts w:ascii="Arial" w:hAnsi="Arial" w:cs="Arial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72F27" w:rsidRPr="005A54FC" w:rsidRDefault="00572F27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572F27" w:rsidRPr="00EC3B3D" w:rsidRDefault="00572F2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572F27" w:rsidRPr="0019732B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9"/>
        <w:gridCol w:w="4591"/>
      </w:tblGrid>
      <w:tr w:rsidR="00572F27" w:rsidRPr="00682DD7">
        <w:tc>
          <w:tcPr>
            <w:tcW w:w="4644" w:type="dxa"/>
          </w:tcPr>
          <w:p w:rsidR="00572F27" w:rsidRPr="0019732B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572F27" w:rsidRPr="0019732B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5A54FC" w:rsidRDefault="00572F27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5) W ramach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ubezpieczenia z tytułu ryzyka zawodowego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jest ubezpieczony na następującą kwotę: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Style w:val="NormalBoldChar"/>
                <w:rFonts w:ascii="Arial" w:hAnsi="Arial" w:cs="Arial"/>
                <w:b w:val="0"/>
                <w:bCs w:val="0"/>
                <w:strike/>
                <w:color w:val="C0C0C0"/>
                <w:sz w:val="20"/>
                <w:szCs w:val="20"/>
                <w:lang w:val="pl-PL"/>
              </w:rPr>
              <w:t>Jeżeli t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572F27" w:rsidRPr="005A54FC" w:rsidRDefault="00572F27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waluta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572F27" w:rsidRPr="00EC3B3D" w:rsidRDefault="00572F2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:rsidR="00572F27" w:rsidRPr="00C52B99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3"/>
        <w:gridCol w:w="4607"/>
      </w:tblGrid>
      <w:tr w:rsidR="00572F27" w:rsidRPr="00682DD7">
        <w:tc>
          <w:tcPr>
            <w:tcW w:w="4644" w:type="dxa"/>
          </w:tcPr>
          <w:p w:rsidR="00572F27" w:rsidRPr="00C52B99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:rsidR="00572F27" w:rsidRPr="00C52B99" w:rsidRDefault="00572F2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5A54FC" w:rsidRDefault="00572F27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>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W okresie odniesienia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39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 xml:space="preserve"> 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40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572F27" w:rsidRPr="005A54FC" w:rsidRDefault="00572F27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36"/>
              <w:gridCol w:w="936"/>
              <w:gridCol w:w="724"/>
              <w:gridCol w:w="1149"/>
            </w:tblGrid>
            <w:tr w:rsidR="00572F27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2F27" w:rsidRPr="005A54FC" w:rsidRDefault="00572F2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2F27" w:rsidRPr="005A54FC" w:rsidRDefault="00572F2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2F27" w:rsidRPr="005A54FC" w:rsidRDefault="00572F2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2F27" w:rsidRPr="005A54FC" w:rsidRDefault="00572F2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Odbiorcy</w:t>
                  </w:r>
                </w:p>
              </w:tc>
            </w:tr>
            <w:tr w:rsidR="00572F27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2F27" w:rsidRPr="005A54FC" w:rsidRDefault="00572F2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2F27" w:rsidRPr="005A54FC" w:rsidRDefault="00572F2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2F27" w:rsidRPr="005A54FC" w:rsidRDefault="00572F2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2F27" w:rsidRPr="005A54FC" w:rsidRDefault="00572F2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</w:tr>
          </w:tbl>
          <w:p w:rsidR="00572F27" w:rsidRPr="005A54FC" w:rsidRDefault="00572F27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</w:p>
        </w:tc>
      </w:tr>
      <w:tr w:rsidR="00572F27" w:rsidRPr="00682DD7">
        <w:tc>
          <w:tcPr>
            <w:tcW w:w="4644" w:type="dxa"/>
          </w:tcPr>
          <w:p w:rsidR="00572F27" w:rsidRPr="001E1BA7" w:rsidRDefault="00572F27" w:rsidP="001E1B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2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w szczególności tych odpowiedzialnych za kontrolę jakości: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572F27" w:rsidRPr="001E1BA7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[……]</w:t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Korzysta z następujących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572F27" w:rsidRPr="00682DD7">
        <w:tc>
          <w:tcPr>
            <w:tcW w:w="4644" w:type="dxa"/>
          </w:tcPr>
          <w:p w:rsidR="00572F27" w:rsidRPr="005A54FC" w:rsidRDefault="00572F27" w:rsidP="00D64E39">
            <w:pPr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6) Następującym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wykształceniem i kwalifikacjami zawodowymi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legitymuje się: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 sam usługodawca lub wykonawca: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lub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:rsidR="00572F27" w:rsidRPr="005A54FC" w:rsidRDefault="00572F27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 xml:space="preserve"> 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b)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Rok, średnie roczne zatrudnienie: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373DC4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73DC4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373DC4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:rsidR="00572F27" w:rsidRPr="00373DC4" w:rsidRDefault="00572F2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11)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</w:t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12)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Czy wykonawca może przedstawić wymagane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sporządzone przez urzędowe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instytuty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agencje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wyjaśnić dlaczego, i wskazać, jakie inne środki dowodowe mogą zostać przedstawione: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572F27" w:rsidRPr="00EC3B3D" w:rsidRDefault="00572F2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:rsidR="00572F27" w:rsidRPr="00E650C1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2"/>
        <w:gridCol w:w="4588"/>
      </w:tblGrid>
      <w:tr w:rsidR="00572F27" w:rsidRPr="00682DD7">
        <w:tc>
          <w:tcPr>
            <w:tcW w:w="4644" w:type="dxa"/>
          </w:tcPr>
          <w:p w:rsidR="00572F27" w:rsidRPr="00B42F8D" w:rsidRDefault="00572F27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572F27" w:rsidRPr="00B42F8D" w:rsidRDefault="00572F27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572F27" w:rsidRPr="00682DD7">
        <w:tc>
          <w:tcPr>
            <w:tcW w:w="4644" w:type="dxa"/>
          </w:tcPr>
          <w:p w:rsidR="00572F27" w:rsidRPr="001E1BA7" w:rsidRDefault="00572F27" w:rsidP="001E1BA7">
            <w:pPr>
              <w:rPr>
                <w:rFonts w:ascii="Arial" w:hAnsi="Arial" w:cs="Arial"/>
                <w:strike/>
                <w:color w:val="7D7D7D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Czy wykonawca będzie w stanie przedstawić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zaświadczenia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norm zapewniania jakości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w tym w zakresie dostępności dla osób niepełnosprawnych?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w w:val="0"/>
                <w:sz w:val="20"/>
                <w:szCs w:val="20"/>
              </w:rPr>
              <w:t>Jeżeli nie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>Jeżeli odnośna dokumentacja jest dostępna w formie elektronicznej, proszę wskazać.</w:t>
            </w:r>
          </w:p>
        </w:tc>
        <w:tc>
          <w:tcPr>
            <w:tcW w:w="4645" w:type="dxa"/>
          </w:tcPr>
          <w:p w:rsidR="00572F27" w:rsidRPr="001E1BA7" w:rsidRDefault="00572F27" w:rsidP="00D64E39">
            <w:pPr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t>[] Tak [] Nie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  <w:t>[……] [……]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572F27" w:rsidRDefault="00572F27" w:rsidP="0091652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572F27" w:rsidRPr="00916520" w:rsidRDefault="00572F27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:rsidR="00572F27" w:rsidRPr="000342FD" w:rsidRDefault="00572F2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572F27" w:rsidRPr="00682DD7" w:rsidRDefault="00572F27" w:rsidP="00FC39AB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572F27" w:rsidRPr="00682DD7">
        <w:tc>
          <w:tcPr>
            <w:tcW w:w="4644" w:type="dxa"/>
          </w:tcPr>
          <w:p w:rsidR="00572F27" w:rsidRPr="009A41A4" w:rsidRDefault="00572F27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572F27" w:rsidRPr="009A41A4" w:rsidRDefault="00572F27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572F27" w:rsidRPr="00682DD7">
        <w:tc>
          <w:tcPr>
            <w:tcW w:w="4644" w:type="dxa"/>
          </w:tcPr>
          <w:p w:rsidR="00572F27" w:rsidRPr="00C646D5" w:rsidRDefault="00572F27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572F27" w:rsidRPr="00C646D5" w:rsidRDefault="00572F27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:rsidR="00572F27" w:rsidRPr="00682DD7" w:rsidRDefault="00572F27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572F27" w:rsidRPr="00682DD7" w:rsidRDefault="00572F27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72F27" w:rsidRPr="00682DD7" w:rsidRDefault="00572F27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72F27" w:rsidRPr="00682DD7" w:rsidRDefault="00572F27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572F27" w:rsidRPr="00682DD7" w:rsidRDefault="00572F27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572F27" w:rsidRPr="008D1566" w:rsidRDefault="00572F27" w:rsidP="00B150BB">
      <w:pPr>
        <w:ind w:left="426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[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Samodzielny Publiczny Zakład Opieki Zdrowotnej Wojewódzki Szpital Specjalistyczny Nr 3 w Rybniku, </w:t>
      </w:r>
      <w:r>
        <w:rPr>
          <w:rFonts w:ascii="Arial" w:hAnsi="Arial" w:cs="Arial"/>
          <w:b/>
          <w:bCs/>
          <w:color w:val="597089"/>
          <w:sz w:val="20"/>
          <w:szCs w:val="20"/>
        </w:rPr>
        <w:t>ul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. Energetyków 46, 44-200 Rybnik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]</w:t>
      </w:r>
      <w:r w:rsidRPr="00682DD7">
        <w:rPr>
          <w:rFonts w:ascii="Arial" w:hAnsi="Arial" w:cs="Arial"/>
          <w:i/>
          <w:iCs/>
          <w:sz w:val="20"/>
          <w:szCs w:val="20"/>
        </w:rPr>
        <w:t xml:space="preserve"> uzyskał(-a)(-o) dostęp do dokumentów potwierdzających informacje, które zostały przedstawione w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 xml:space="preserve">wskazać część/sekcję/punkt(-y), których to dotyczy  ,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część III , sekcja C  dot.  oświadczenia: 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Czy wykonawca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znajduje się w jednej z następu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jących sytuacji:</w:t>
      </w:r>
    </w:p>
    <w:p w:rsidR="00572F27" w:rsidRPr="008D1566" w:rsidRDefault="00572F27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a) zbankrutował; lub</w:t>
      </w:r>
    </w:p>
    <w:p w:rsidR="00572F27" w:rsidRPr="008D1566" w:rsidRDefault="00572F27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b) prowad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zone jest wobec niego postępowa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nie upadłościowe lub likwidacyjne; lub</w:t>
      </w:r>
    </w:p>
    <w:p w:rsidR="00572F27" w:rsidRPr="008D1566" w:rsidRDefault="00572F27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c) zawarł układ z wierzycielami; lub</w:t>
      </w:r>
    </w:p>
    <w:p w:rsidR="00572F27" w:rsidRPr="008D1566" w:rsidRDefault="00572F27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d) znajduje się w innej tego rodzaju sytuacji wynikającej z podobnej procedury przewidzianej w krajowy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ch przepisach ustawowych i wyko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nawczych ; lub</w:t>
      </w:r>
    </w:p>
    <w:p w:rsidR="00572F27" w:rsidRPr="008D1566" w:rsidRDefault="00572F27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e) jego aktywami zarządza likwidator lub sąd; lub</w:t>
      </w:r>
    </w:p>
    <w:p w:rsidR="00572F27" w:rsidRDefault="00572F27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f) jego działa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lność gospodarcza jest zawieszo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na?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,</w:t>
      </w:r>
    </w:p>
    <w:p w:rsidR="00572F27" w:rsidRDefault="00572F27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</w:p>
    <w:p w:rsidR="00572F27" w:rsidRDefault="00572F27" w:rsidP="008D1566">
      <w:pPr>
        <w:spacing w:after="0"/>
        <w:ind w:right="-142"/>
        <w:rPr>
          <w:rFonts w:ascii="Arial" w:hAnsi="Arial" w:cs="Arial"/>
          <w:i/>
          <w:iCs/>
          <w:sz w:val="20"/>
          <w:szCs w:val="20"/>
        </w:rPr>
      </w:pPr>
      <w:r w:rsidRPr="003752F4">
        <w:rPr>
          <w:rFonts w:ascii="Arial" w:hAnsi="Arial" w:cs="Arial"/>
          <w:i/>
          <w:iCs/>
          <w:sz w:val="20"/>
          <w:szCs w:val="20"/>
        </w:rPr>
        <w:t xml:space="preserve">niniejszego jednolitego europejskiego dokumentu zamówienia, na potrzeby </w:t>
      </w:r>
    </w:p>
    <w:p w:rsidR="00572F27" w:rsidRPr="003752F4" w:rsidRDefault="00572F27" w:rsidP="008D1566">
      <w:pPr>
        <w:spacing w:after="0"/>
        <w:ind w:right="-142"/>
        <w:rPr>
          <w:rFonts w:ascii="Arial" w:hAnsi="Arial" w:cs="Arial"/>
          <w:sz w:val="20"/>
          <w:szCs w:val="20"/>
        </w:rPr>
      </w:pPr>
    </w:p>
    <w:p w:rsidR="00572F27" w:rsidRDefault="00572F27" w:rsidP="00E00576">
      <w:pPr>
        <w:jc w:val="both"/>
        <w:rPr>
          <w:sz w:val="20"/>
          <w:szCs w:val="20"/>
        </w:rPr>
      </w:pPr>
      <w:r w:rsidRPr="00E00576">
        <w:rPr>
          <w:sz w:val="20"/>
          <w:szCs w:val="20"/>
        </w:rPr>
        <w:t xml:space="preserve">[określić postępowanie o udzielenie zamówienia: </w:t>
      </w:r>
      <w:r w:rsidRPr="00E00576">
        <w:rPr>
          <w:b/>
          <w:bCs/>
          <w:sz w:val="20"/>
          <w:szCs w:val="20"/>
        </w:rPr>
        <w:t>Dostawy środków kontrastowych</w:t>
      </w:r>
      <w:r w:rsidRPr="00E00576">
        <w:rPr>
          <w:sz w:val="20"/>
          <w:szCs w:val="20"/>
          <w:lang w:eastAsia="pl-PL"/>
        </w:rPr>
        <w:t>, nr referencyjny:</w:t>
      </w:r>
      <w:r w:rsidRPr="00E00576">
        <w:rPr>
          <w:sz w:val="20"/>
          <w:szCs w:val="20"/>
        </w:rPr>
        <w:t xml:space="preserve"> LAS-145-PN/47-2024.AR, </w:t>
      </w:r>
    </w:p>
    <w:p w:rsidR="00572F27" w:rsidRDefault="00572F27" w:rsidP="00E00576">
      <w:pPr>
        <w:spacing w:after="0" w:line="240" w:lineRule="auto"/>
        <w:jc w:val="both"/>
        <w:rPr>
          <w:sz w:val="20"/>
          <w:szCs w:val="20"/>
        </w:rPr>
      </w:pPr>
      <w:r w:rsidRPr="00E00576">
        <w:rPr>
          <w:sz w:val="20"/>
          <w:szCs w:val="20"/>
        </w:rPr>
        <w:t xml:space="preserve">Numer publikacji ogłoszenia: 659978-2024 </w:t>
      </w:r>
    </w:p>
    <w:p w:rsidR="00572F27" w:rsidRDefault="00572F27" w:rsidP="00E00576">
      <w:pPr>
        <w:spacing w:after="0" w:line="240" w:lineRule="auto"/>
        <w:jc w:val="both"/>
        <w:rPr>
          <w:sz w:val="20"/>
          <w:szCs w:val="20"/>
        </w:rPr>
      </w:pPr>
      <w:r w:rsidRPr="00E00576">
        <w:rPr>
          <w:sz w:val="20"/>
          <w:szCs w:val="20"/>
        </w:rPr>
        <w:t xml:space="preserve">Numer wydania Dz.U. S: 212/2024 </w:t>
      </w:r>
    </w:p>
    <w:p w:rsidR="00572F27" w:rsidRPr="00E00576" w:rsidRDefault="00572F27" w:rsidP="00E00576">
      <w:pPr>
        <w:spacing w:after="0" w:line="240" w:lineRule="auto"/>
        <w:jc w:val="both"/>
        <w:rPr>
          <w:sz w:val="20"/>
          <w:szCs w:val="20"/>
        </w:rPr>
      </w:pPr>
      <w:r w:rsidRPr="00E00576">
        <w:rPr>
          <w:sz w:val="20"/>
          <w:szCs w:val="20"/>
        </w:rPr>
        <w:t>Data publikacji</w:t>
      </w:r>
      <w:r>
        <w:rPr>
          <w:sz w:val="20"/>
          <w:szCs w:val="20"/>
        </w:rPr>
        <w:t xml:space="preserve"> ogłoszenia</w:t>
      </w:r>
      <w:r w:rsidRPr="00E00576">
        <w:rPr>
          <w:sz w:val="20"/>
          <w:szCs w:val="20"/>
        </w:rPr>
        <w:t>: 30/10/2024</w:t>
      </w:r>
    </w:p>
    <w:p w:rsidR="00572F27" w:rsidRDefault="00572F27" w:rsidP="00055ACA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572F27" w:rsidRDefault="00572F27" w:rsidP="00055A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FE045A">
        <w:rPr>
          <w:rFonts w:ascii="Arial" w:hAnsi="Arial" w:cs="Arial"/>
          <w:b/>
          <w:bCs/>
          <w:sz w:val="18"/>
          <w:szCs w:val="18"/>
        </w:rPr>
        <w:t>Uwaga:</w:t>
      </w:r>
    </w:p>
    <w:p w:rsidR="00572F27" w:rsidRPr="00DF4744" w:rsidRDefault="00572F27" w:rsidP="00DF4744">
      <w:pPr>
        <w:pStyle w:val="ListParagraph"/>
        <w:numPr>
          <w:ilvl w:val="0"/>
          <w:numId w:val="7"/>
        </w:num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5B6BFC">
        <w:rPr>
          <w:b/>
          <w:bCs/>
          <w:color w:val="607796"/>
          <w:sz w:val="20"/>
          <w:szCs w:val="20"/>
          <w:u w:val="single"/>
        </w:rPr>
        <w:t xml:space="preserve">Oświadczenie należy </w:t>
      </w:r>
      <w:r>
        <w:rPr>
          <w:b/>
          <w:bCs/>
          <w:color w:val="607796"/>
          <w:sz w:val="20"/>
          <w:szCs w:val="20"/>
          <w:u w:val="single"/>
        </w:rPr>
        <w:t>złożyć w postaci elektronicznej</w:t>
      </w:r>
      <w:r w:rsidRPr="005B6BFC">
        <w:rPr>
          <w:b/>
          <w:bCs/>
          <w:color w:val="607796"/>
          <w:sz w:val="20"/>
          <w:szCs w:val="20"/>
          <w:u w:val="single"/>
        </w:rPr>
        <w:t>, po</w:t>
      </w:r>
      <w:r>
        <w:rPr>
          <w:b/>
          <w:bCs/>
          <w:color w:val="607796"/>
          <w:sz w:val="20"/>
          <w:szCs w:val="20"/>
          <w:u w:val="single"/>
        </w:rPr>
        <w:t xml:space="preserve">dpisane kwalifikowanym podpisem </w:t>
      </w:r>
      <w:r w:rsidRPr="005B6BFC">
        <w:rPr>
          <w:b/>
          <w:bCs/>
          <w:color w:val="607796"/>
          <w:sz w:val="20"/>
          <w:szCs w:val="20"/>
          <w:u w:val="single"/>
        </w:rPr>
        <w:t>elektronicznym</w:t>
      </w:r>
      <w:r w:rsidRPr="005B6BFC">
        <w:rPr>
          <w:color w:val="607796"/>
          <w:sz w:val="20"/>
          <w:szCs w:val="20"/>
        </w:rPr>
        <w:t>, przez osobę(y) uprawnioną(e) do składania oświ</w:t>
      </w:r>
      <w:r>
        <w:rPr>
          <w:color w:val="607796"/>
          <w:sz w:val="20"/>
          <w:szCs w:val="20"/>
        </w:rPr>
        <w:t>adczeń woli w imieniu Wykonawcy</w:t>
      </w:r>
      <w:r w:rsidRPr="005B6BFC">
        <w:rPr>
          <w:color w:val="607796"/>
          <w:sz w:val="20"/>
          <w:szCs w:val="20"/>
        </w:rPr>
        <w:t xml:space="preserve"> zgodnie z formą reprezentacji Wykonawcy</w:t>
      </w:r>
      <w:r>
        <w:rPr>
          <w:color w:val="607796"/>
          <w:sz w:val="20"/>
          <w:szCs w:val="20"/>
        </w:rPr>
        <w:t xml:space="preserve"> zgodnie z formą</w:t>
      </w:r>
      <w:r w:rsidRPr="005B6BFC">
        <w:rPr>
          <w:color w:val="607796"/>
          <w:sz w:val="20"/>
          <w:szCs w:val="20"/>
        </w:rPr>
        <w:t xml:space="preserve"> określoną w dokumencie rejestracyjnym (ewidencyjnym) właściwym dla formy organizacyjnej Wykonawcy lub pełnomocnika</w:t>
      </w:r>
      <w:r>
        <w:rPr>
          <w:color w:val="607796"/>
          <w:sz w:val="20"/>
          <w:szCs w:val="20"/>
        </w:rPr>
        <w:t xml:space="preserve">. </w:t>
      </w:r>
    </w:p>
    <w:p w:rsidR="00572F27" w:rsidRDefault="00572F27" w:rsidP="008D1566">
      <w:pPr>
        <w:pStyle w:val="ListParagraph"/>
        <w:spacing w:before="240" w:after="0"/>
        <w:ind w:left="360"/>
        <w:jc w:val="both"/>
        <w:rPr>
          <w:color w:val="607796"/>
          <w:sz w:val="20"/>
          <w:szCs w:val="20"/>
        </w:rPr>
      </w:pPr>
      <w:r>
        <w:rPr>
          <w:color w:val="607796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</w:t>
      </w:r>
      <w:r w:rsidRPr="00AD03E8">
        <w:rPr>
          <w:color w:val="607796"/>
          <w:sz w:val="20"/>
          <w:szCs w:val="20"/>
        </w:rPr>
        <w:t>(e) do składania oświadcze</w:t>
      </w:r>
      <w:r>
        <w:rPr>
          <w:color w:val="607796"/>
          <w:sz w:val="20"/>
          <w:szCs w:val="20"/>
        </w:rPr>
        <w:t>ń woli w imieniu danego Wykonawcy</w:t>
      </w:r>
      <w:r w:rsidRPr="00AD03E8">
        <w:rPr>
          <w:color w:val="607796"/>
          <w:sz w:val="20"/>
          <w:szCs w:val="20"/>
        </w:rPr>
        <w:t xml:space="preserve">, zgodnie z formą reprezentacji określoną w dokumencie rejestracyjnym (ewidencyjnym) właściwym dla formy organizacyjnej </w:t>
      </w:r>
      <w:r>
        <w:rPr>
          <w:color w:val="607796"/>
          <w:sz w:val="20"/>
          <w:szCs w:val="20"/>
        </w:rPr>
        <w:t>firmy lub pełnomocnika.</w:t>
      </w:r>
    </w:p>
    <w:p w:rsidR="00572F27" w:rsidRDefault="00572F27" w:rsidP="004760CE">
      <w:pPr>
        <w:pStyle w:val="ListParagraph"/>
        <w:numPr>
          <w:ilvl w:val="0"/>
          <w:numId w:val="7"/>
        </w:numPr>
        <w:spacing w:before="240" w:after="0"/>
        <w:jc w:val="both"/>
        <w:rPr>
          <w:color w:val="000000"/>
          <w:sz w:val="20"/>
          <w:szCs w:val="20"/>
        </w:rPr>
      </w:pPr>
      <w:r w:rsidRPr="00055ACA">
        <w:rPr>
          <w:color w:val="000000"/>
          <w:sz w:val="20"/>
          <w:szCs w:val="20"/>
        </w:rPr>
        <w:t>W celu potwierdzenia spełniania warunków udziału w postępowaniu  w części IV JEDZ Wykonawca</w:t>
      </w:r>
      <w:r>
        <w:rPr>
          <w:color w:val="000000"/>
          <w:sz w:val="20"/>
          <w:szCs w:val="20"/>
        </w:rPr>
        <w:t xml:space="preserve">, Wykonawca wspólnie ubiegający się o zamówienie/ </w:t>
      </w:r>
      <w:r w:rsidRPr="00055ACA">
        <w:rPr>
          <w:color w:val="000000"/>
          <w:sz w:val="20"/>
          <w:szCs w:val="20"/>
        </w:rPr>
        <w:t>może wypełnić jedynie sekcję α –„Ogólne oświadczenie dotyczące wszystkich kryteriów kwalifikacji”</w:t>
      </w:r>
      <w:r w:rsidRPr="00055ACA">
        <w:rPr>
          <w:color w:val="000000"/>
        </w:rPr>
        <w:t xml:space="preserve"> </w:t>
      </w:r>
      <w:r w:rsidRPr="00055ACA">
        <w:rPr>
          <w:color w:val="000000"/>
          <w:sz w:val="20"/>
          <w:szCs w:val="20"/>
        </w:rPr>
        <w:t>i nie jest zobowiązany do  wypełniania  żadnej z pozostałych sekcji w części IV. Warunki  udziału w post</w:t>
      </w:r>
      <w:r>
        <w:rPr>
          <w:color w:val="000000"/>
          <w:sz w:val="20"/>
          <w:szCs w:val="20"/>
        </w:rPr>
        <w:t>ę</w:t>
      </w:r>
      <w:r w:rsidRPr="00055ACA">
        <w:rPr>
          <w:color w:val="000000"/>
          <w:sz w:val="20"/>
          <w:szCs w:val="20"/>
        </w:rPr>
        <w:t>powaniu zostały określone w pkt 3.4 rozdziału</w:t>
      </w:r>
      <w:r>
        <w:rPr>
          <w:color w:val="000000"/>
          <w:sz w:val="20"/>
          <w:szCs w:val="20"/>
        </w:rPr>
        <w:t xml:space="preserve"> </w:t>
      </w:r>
      <w:r w:rsidRPr="00055ACA">
        <w:rPr>
          <w:color w:val="000000"/>
          <w:sz w:val="20"/>
          <w:szCs w:val="20"/>
        </w:rPr>
        <w:t xml:space="preserve">VI SWZ – w stosunku do tych warunków w części IV JEDZ w sekcji α  składa </w:t>
      </w:r>
      <w:r>
        <w:rPr>
          <w:color w:val="000000"/>
          <w:sz w:val="20"/>
          <w:szCs w:val="20"/>
        </w:rPr>
        <w:t>się oświadczenie</w:t>
      </w:r>
      <w:r w:rsidRPr="00055ACA">
        <w:rPr>
          <w:color w:val="000000"/>
          <w:sz w:val="20"/>
          <w:szCs w:val="20"/>
        </w:rPr>
        <w:t>)</w:t>
      </w:r>
    </w:p>
    <w:p w:rsidR="00572F27" w:rsidRPr="00A17E53" w:rsidRDefault="00572F27" w:rsidP="00FC39AB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</w:rPr>
      </w:pPr>
      <w:r w:rsidRPr="00A17E53">
        <w:rPr>
          <w:rFonts w:ascii="Calibri" w:hAnsi="Calibri" w:cs="Calibri"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A17E53">
        <w:rPr>
          <w:rFonts w:ascii="Calibri" w:hAnsi="Calibri" w:cs="Calibri"/>
        </w:rPr>
        <w:br/>
        <w:t xml:space="preserve">Szczegółowe informacje dotyczące zastosowanych podstaw wykluczenia przez Zamawiającego zostały </w:t>
      </w:r>
      <w:r w:rsidRPr="00A17E53">
        <w:rPr>
          <w:rFonts w:ascii="Calibri" w:hAnsi="Calibri" w:cs="Calibri"/>
        </w:rPr>
        <w:br/>
        <w:t>określone w rozdziale 7 SWZ tj. Podstawy wykluczenia oraz warunki udziału w postępowaniu.</w:t>
      </w:r>
    </w:p>
    <w:p w:rsidR="00572F27" w:rsidRDefault="00572F27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</w:p>
    <w:p w:rsidR="00572F27" w:rsidRDefault="00572F27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Instrukcja wypełniania formularza JEDZ dostępna jest </w:t>
      </w:r>
      <w:r w:rsidRPr="00C3242D">
        <w:rPr>
          <w:rFonts w:ascii="Calibri" w:hAnsi="Calibri" w:cs="Calibri"/>
        </w:rPr>
        <w:t xml:space="preserve"> pod adresem:</w:t>
      </w:r>
    </w:p>
    <w:p w:rsidR="00572F27" w:rsidRPr="00C3242D" w:rsidRDefault="00572F27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</w:p>
    <w:p w:rsidR="00572F27" w:rsidRPr="00D0637E" w:rsidRDefault="00572F27" w:rsidP="00D0637E">
      <w:pPr>
        <w:pStyle w:val="Akapitzlist1"/>
        <w:tabs>
          <w:tab w:val="left" w:pos="180"/>
        </w:tabs>
        <w:ind w:left="360"/>
        <w:jc w:val="both"/>
        <w:rPr>
          <w:rFonts w:cs="Calibri"/>
        </w:rPr>
      </w:pPr>
      <w:hyperlink r:id="rId7" w:history="1">
        <w:r w:rsidRPr="00931B7A">
          <w:rPr>
            <w:rStyle w:val="Hyperlink"/>
          </w:rPr>
          <w:t>https://www.gov.pl/web/uzp/jednolity-europejski-dokument-zamowienia</w:t>
        </w:r>
      </w:hyperlink>
      <w:r>
        <w:t xml:space="preserve"> </w:t>
      </w:r>
    </w:p>
    <w:sectPr w:rsidR="00572F27" w:rsidRPr="00D0637E" w:rsidSect="00CF6FF1">
      <w:headerReference w:type="default" r:id="rId8"/>
      <w:footerReference w:type="default" r:id="rId9"/>
      <w:pgSz w:w="11906" w:h="16838"/>
      <w:pgMar w:top="1203" w:right="1417" w:bottom="1417" w:left="1417" w:header="712" w:footer="126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F27" w:rsidRDefault="00572F27">
      <w:pPr>
        <w:spacing w:after="0" w:line="240" w:lineRule="auto"/>
      </w:pPr>
      <w:r>
        <w:separator/>
      </w:r>
    </w:p>
  </w:endnote>
  <w:endnote w:type="continuationSeparator" w:id="0">
    <w:p w:rsidR="00572F27" w:rsidRDefault="00572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F27" w:rsidRDefault="00572F27">
    <w:pPr>
      <w:pStyle w:val="Footer"/>
      <w:jc w:val="center"/>
    </w:pPr>
    <w:r w:rsidRPr="00916520">
      <w:rPr>
        <w:sz w:val="18"/>
        <w:szCs w:val="18"/>
      </w:rPr>
      <w:t xml:space="preserve">Strona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PAGE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</w:t>
    </w:r>
    <w:r w:rsidRPr="00916520">
      <w:rPr>
        <w:b/>
        <w:bCs/>
        <w:sz w:val="18"/>
        <w:szCs w:val="18"/>
      </w:rPr>
      <w:fldChar w:fldCharType="end"/>
    </w:r>
    <w:r w:rsidRPr="00916520">
      <w:rPr>
        <w:sz w:val="18"/>
        <w:szCs w:val="18"/>
      </w:rPr>
      <w:t xml:space="preserve"> z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NUMPAGES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17</w:t>
    </w:r>
    <w:r w:rsidRPr="00916520">
      <w:rPr>
        <w:b/>
        <w:bCs/>
        <w:sz w:val="18"/>
        <w:szCs w:val="18"/>
      </w:rPr>
      <w:fldChar w:fldCharType="end"/>
    </w:r>
  </w:p>
  <w:p w:rsidR="00572F27" w:rsidRDefault="00572F2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F27" w:rsidRDefault="00572F2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72F27" w:rsidRDefault="00572F27">
      <w:pPr>
        <w:spacing w:after="0" w:line="240" w:lineRule="auto"/>
      </w:pPr>
      <w:r>
        <w:continuationSeparator/>
      </w:r>
    </w:p>
  </w:footnote>
  <w:footnote w:id="1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572F27" w:rsidRDefault="00572F27" w:rsidP="00FC39AB">
      <w:pPr>
        <w:pStyle w:val="FootnoteText"/>
        <w:jc w:val="lef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572F27" w:rsidRPr="003B6373" w:rsidRDefault="00572F27" w:rsidP="00FC39AB">
      <w:pPr>
        <w:pStyle w:val="FootnoteText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572F27" w:rsidRPr="003B6373" w:rsidRDefault="00572F27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572F27" w:rsidRPr="003B6373" w:rsidRDefault="00572F27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572F27" w:rsidRDefault="00572F27" w:rsidP="00FC39AB">
      <w:pPr>
        <w:pStyle w:val="FootnoteText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572F27" w:rsidRDefault="00572F2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F27" w:rsidRDefault="00572F27" w:rsidP="00A17E53">
    <w:pPr>
      <w:pBdr>
        <w:bottom w:val="single" w:sz="4" w:space="1" w:color="auto"/>
      </w:pBdr>
      <w:tabs>
        <w:tab w:val="center" w:pos="4536"/>
        <w:tab w:val="right" w:pos="9072"/>
      </w:tabs>
    </w:pPr>
    <w:r>
      <w:rPr>
        <w:rFonts w:ascii="Arial" w:hAnsi="Arial" w:cs="Arial"/>
        <w:b/>
        <w:bCs/>
        <w:smallCaps/>
        <w:color w:val="333399"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2B"/>
    <w:rsid w:val="000342FD"/>
    <w:rsid w:val="00034F7C"/>
    <w:rsid w:val="00055ACA"/>
    <w:rsid w:val="0007665A"/>
    <w:rsid w:val="000903F0"/>
    <w:rsid w:val="000940AE"/>
    <w:rsid w:val="00097364"/>
    <w:rsid w:val="000A6A99"/>
    <w:rsid w:val="000A6E0F"/>
    <w:rsid w:val="000B0DF1"/>
    <w:rsid w:val="000B1AA5"/>
    <w:rsid w:val="000C1076"/>
    <w:rsid w:val="000D05EF"/>
    <w:rsid w:val="000D6A1D"/>
    <w:rsid w:val="000E5237"/>
    <w:rsid w:val="000E5E92"/>
    <w:rsid w:val="000F3A58"/>
    <w:rsid w:val="00112259"/>
    <w:rsid w:val="00112466"/>
    <w:rsid w:val="00115FD5"/>
    <w:rsid w:val="001439B8"/>
    <w:rsid w:val="00161BDD"/>
    <w:rsid w:val="00184C77"/>
    <w:rsid w:val="0019732B"/>
    <w:rsid w:val="001A4717"/>
    <w:rsid w:val="001A7D23"/>
    <w:rsid w:val="001E1BA7"/>
    <w:rsid w:val="001E6930"/>
    <w:rsid w:val="001F5919"/>
    <w:rsid w:val="002020D4"/>
    <w:rsid w:val="00210A90"/>
    <w:rsid w:val="00223247"/>
    <w:rsid w:val="00237676"/>
    <w:rsid w:val="0024230A"/>
    <w:rsid w:val="00272EC9"/>
    <w:rsid w:val="00273E52"/>
    <w:rsid w:val="00282C3E"/>
    <w:rsid w:val="00286D6D"/>
    <w:rsid w:val="002A009A"/>
    <w:rsid w:val="002A2FF3"/>
    <w:rsid w:val="002B2DB3"/>
    <w:rsid w:val="002B3B46"/>
    <w:rsid w:val="002B53B1"/>
    <w:rsid w:val="003105A0"/>
    <w:rsid w:val="003254E1"/>
    <w:rsid w:val="00327EAF"/>
    <w:rsid w:val="00330C13"/>
    <w:rsid w:val="00333CD5"/>
    <w:rsid w:val="00344658"/>
    <w:rsid w:val="00373DC4"/>
    <w:rsid w:val="003752F4"/>
    <w:rsid w:val="00381805"/>
    <w:rsid w:val="00382FEA"/>
    <w:rsid w:val="003A6E38"/>
    <w:rsid w:val="003B4BE0"/>
    <w:rsid w:val="003B6373"/>
    <w:rsid w:val="003B6F34"/>
    <w:rsid w:val="003C65AB"/>
    <w:rsid w:val="003D2000"/>
    <w:rsid w:val="003F50DE"/>
    <w:rsid w:val="00430A51"/>
    <w:rsid w:val="00433BF7"/>
    <w:rsid w:val="00455154"/>
    <w:rsid w:val="004760CE"/>
    <w:rsid w:val="00476C70"/>
    <w:rsid w:val="004A4522"/>
    <w:rsid w:val="004A7650"/>
    <w:rsid w:val="004A7AE1"/>
    <w:rsid w:val="004C11B8"/>
    <w:rsid w:val="004C3064"/>
    <w:rsid w:val="004E53B2"/>
    <w:rsid w:val="00501D2D"/>
    <w:rsid w:val="0051752E"/>
    <w:rsid w:val="00526952"/>
    <w:rsid w:val="00526FFD"/>
    <w:rsid w:val="00541B39"/>
    <w:rsid w:val="00563D87"/>
    <w:rsid w:val="00572F27"/>
    <w:rsid w:val="0059645E"/>
    <w:rsid w:val="005A54FC"/>
    <w:rsid w:val="005B6BFC"/>
    <w:rsid w:val="005C4E12"/>
    <w:rsid w:val="005D594B"/>
    <w:rsid w:val="005F45A0"/>
    <w:rsid w:val="00602FC5"/>
    <w:rsid w:val="006177D1"/>
    <w:rsid w:val="00677985"/>
    <w:rsid w:val="00682DD7"/>
    <w:rsid w:val="00697519"/>
    <w:rsid w:val="006A114B"/>
    <w:rsid w:val="006D3917"/>
    <w:rsid w:val="006E374F"/>
    <w:rsid w:val="0071395B"/>
    <w:rsid w:val="0074342B"/>
    <w:rsid w:val="0075170F"/>
    <w:rsid w:val="00783187"/>
    <w:rsid w:val="007F3023"/>
    <w:rsid w:val="007F4262"/>
    <w:rsid w:val="007F6117"/>
    <w:rsid w:val="008033DF"/>
    <w:rsid w:val="00836572"/>
    <w:rsid w:val="0087093A"/>
    <w:rsid w:val="008739C8"/>
    <w:rsid w:val="008B16CA"/>
    <w:rsid w:val="008C6FE4"/>
    <w:rsid w:val="008D1566"/>
    <w:rsid w:val="009070B8"/>
    <w:rsid w:val="00916520"/>
    <w:rsid w:val="00931B7A"/>
    <w:rsid w:val="00933B0C"/>
    <w:rsid w:val="00934D1A"/>
    <w:rsid w:val="009466CB"/>
    <w:rsid w:val="009A41A4"/>
    <w:rsid w:val="009C68FE"/>
    <w:rsid w:val="009E1BA5"/>
    <w:rsid w:val="009E7F7F"/>
    <w:rsid w:val="00A17E53"/>
    <w:rsid w:val="00A33903"/>
    <w:rsid w:val="00A46EC6"/>
    <w:rsid w:val="00A530FB"/>
    <w:rsid w:val="00A7006B"/>
    <w:rsid w:val="00AC2981"/>
    <w:rsid w:val="00AD03E8"/>
    <w:rsid w:val="00AE3D25"/>
    <w:rsid w:val="00AE7AD5"/>
    <w:rsid w:val="00B150BB"/>
    <w:rsid w:val="00B20AB1"/>
    <w:rsid w:val="00B34AA2"/>
    <w:rsid w:val="00B42F8D"/>
    <w:rsid w:val="00B53352"/>
    <w:rsid w:val="00B84CAC"/>
    <w:rsid w:val="00B933D2"/>
    <w:rsid w:val="00B94FDD"/>
    <w:rsid w:val="00BB342E"/>
    <w:rsid w:val="00C00300"/>
    <w:rsid w:val="00C124E2"/>
    <w:rsid w:val="00C3242D"/>
    <w:rsid w:val="00C32A45"/>
    <w:rsid w:val="00C32CB4"/>
    <w:rsid w:val="00C40943"/>
    <w:rsid w:val="00C52B99"/>
    <w:rsid w:val="00C54304"/>
    <w:rsid w:val="00C646D5"/>
    <w:rsid w:val="00CB3AF0"/>
    <w:rsid w:val="00CE0858"/>
    <w:rsid w:val="00CF6FDD"/>
    <w:rsid w:val="00CF6FF1"/>
    <w:rsid w:val="00D034D0"/>
    <w:rsid w:val="00D05B3F"/>
    <w:rsid w:val="00D0637E"/>
    <w:rsid w:val="00D12BCE"/>
    <w:rsid w:val="00D1354E"/>
    <w:rsid w:val="00D269E6"/>
    <w:rsid w:val="00D32C70"/>
    <w:rsid w:val="00D41F66"/>
    <w:rsid w:val="00D43480"/>
    <w:rsid w:val="00D451AE"/>
    <w:rsid w:val="00D64E39"/>
    <w:rsid w:val="00D67A24"/>
    <w:rsid w:val="00DB1020"/>
    <w:rsid w:val="00DD328D"/>
    <w:rsid w:val="00DE38B5"/>
    <w:rsid w:val="00DF10BF"/>
    <w:rsid w:val="00DF4744"/>
    <w:rsid w:val="00E00576"/>
    <w:rsid w:val="00E05BCF"/>
    <w:rsid w:val="00E1320D"/>
    <w:rsid w:val="00E2322D"/>
    <w:rsid w:val="00E3131B"/>
    <w:rsid w:val="00E45BC2"/>
    <w:rsid w:val="00E650C1"/>
    <w:rsid w:val="00E84353"/>
    <w:rsid w:val="00EB3DE4"/>
    <w:rsid w:val="00EB5223"/>
    <w:rsid w:val="00EC3B3D"/>
    <w:rsid w:val="00EE1B70"/>
    <w:rsid w:val="00F32536"/>
    <w:rsid w:val="00F34C9B"/>
    <w:rsid w:val="00F602D2"/>
    <w:rsid w:val="00F617E4"/>
    <w:rsid w:val="00F6296E"/>
    <w:rsid w:val="00F71DF7"/>
    <w:rsid w:val="00F94B51"/>
    <w:rsid w:val="00F95D7B"/>
    <w:rsid w:val="00FA1DF7"/>
    <w:rsid w:val="00FB5E52"/>
    <w:rsid w:val="00FC39AB"/>
    <w:rsid w:val="00FD196B"/>
    <w:rsid w:val="00FD3793"/>
    <w:rsid w:val="00FD440E"/>
    <w:rsid w:val="00FE045A"/>
    <w:rsid w:val="00FE3B65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B4"/>
    <w:pPr>
      <w:suppressAutoHyphens/>
      <w:autoSpaceDN w:val="0"/>
      <w:spacing w:after="160" w:line="254" w:lineRule="auto"/>
      <w:textAlignment w:val="baseline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39AB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5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39AB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39AB"/>
    <w:rPr>
      <w:rFonts w:ascii="Calibri Light" w:hAnsi="Calibri Light" w:cs="Calibri Light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296E"/>
    <w:rPr>
      <w:rFonts w:ascii="Cambria" w:hAnsi="Cambria" w:cs="Cambria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3793"/>
    <w:rPr>
      <w:lang w:eastAsia="en-US"/>
    </w:rPr>
  </w:style>
  <w:style w:type="character" w:customStyle="1" w:styleId="NagwekZnak">
    <w:name w:val="Nagłówek Znak"/>
    <w:basedOn w:val="DefaultParagraphFont"/>
    <w:uiPriority w:val="99"/>
    <w:rsid w:val="00C32CB4"/>
  </w:style>
  <w:style w:type="paragraph" w:styleId="Footer">
    <w:name w:val="footer"/>
    <w:basedOn w:val="Normal"/>
    <w:link w:val="Foot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793"/>
    <w:rPr>
      <w:lang w:eastAsia="en-US"/>
    </w:rPr>
  </w:style>
  <w:style w:type="character" w:customStyle="1" w:styleId="StopkaZnak">
    <w:name w:val="Stopka Znak"/>
    <w:basedOn w:val="DefaultParagraphFont"/>
    <w:uiPriority w:val="99"/>
    <w:rsid w:val="00C32CB4"/>
  </w:style>
  <w:style w:type="paragraph" w:customStyle="1" w:styleId="NormalBold">
    <w:name w:val="NormalBold"/>
    <w:basedOn w:val="Normal"/>
    <w:link w:val="NormalBoldChar"/>
    <w:uiPriority w:val="99"/>
    <w:rsid w:val="00FC39AB"/>
    <w:pPr>
      <w:widowControl w:val="0"/>
      <w:suppressAutoHyphens w:val="0"/>
      <w:autoSpaceDN/>
      <w:spacing w:after="0" w:line="240" w:lineRule="auto"/>
      <w:textAlignment w:val="auto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FC39A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39AB"/>
    <w:rPr>
      <w:b/>
      <w:bCs/>
      <w:i/>
      <w:iCs/>
      <w:spacing w:val="0"/>
    </w:rPr>
  </w:style>
  <w:style w:type="paragraph" w:styleId="FootnoteText">
    <w:name w:val="footnote text"/>
    <w:basedOn w:val="Normal"/>
    <w:link w:val="FootnoteTextChar"/>
    <w:uiPriority w:val="99"/>
    <w:semiHidden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C39AB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"/>
    <w:uiPriority w:val="99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sz w:val="24"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FC39AB"/>
    <w:pPr>
      <w:suppressAutoHyphens w:val="0"/>
      <w:autoSpaceDN/>
      <w:spacing w:before="120" w:after="120" w:line="240" w:lineRule="auto"/>
      <w:textAlignment w:val="auto"/>
    </w:pPr>
    <w:rPr>
      <w:sz w:val="24"/>
      <w:szCs w:val="24"/>
      <w:lang w:eastAsia="en-GB"/>
    </w:rPr>
  </w:style>
  <w:style w:type="paragraph" w:customStyle="1" w:styleId="Tiret0">
    <w:name w:val="Tiret 0"/>
    <w:basedOn w:val="Normal"/>
    <w:uiPriority w:val="99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Tiret1">
    <w:name w:val="Tiret 1"/>
    <w:basedOn w:val="Normal"/>
    <w:uiPriority w:val="99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1">
    <w:name w:val="NumPar 1"/>
    <w:basedOn w:val="Normal"/>
    <w:next w:val="Text1"/>
    <w:uiPriority w:val="99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2">
    <w:name w:val="NumPar 2"/>
    <w:basedOn w:val="Normal"/>
    <w:next w:val="Text1"/>
    <w:uiPriority w:val="99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3">
    <w:name w:val="NumPar 3"/>
    <w:basedOn w:val="Normal"/>
    <w:next w:val="Text1"/>
    <w:uiPriority w:val="99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4">
    <w:name w:val="NumPar 4"/>
    <w:basedOn w:val="Normal"/>
    <w:next w:val="Text1"/>
    <w:uiPriority w:val="99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"/>
    <w:next w:val="Heading1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"/>
    <w:next w:val="Normal"/>
    <w:uiPriority w:val="99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b/>
      <w:bCs/>
      <w:sz w:val="24"/>
      <w:szCs w:val="24"/>
      <w:u w:val="single"/>
      <w:lang w:eastAsia="en-GB"/>
    </w:rPr>
  </w:style>
  <w:style w:type="paragraph" w:customStyle="1" w:styleId="Default">
    <w:name w:val="Default"/>
    <w:uiPriority w:val="99"/>
    <w:rsid w:val="00FC39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"/>
    <w:uiPriority w:val="99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FC39AB"/>
    <w:pPr>
      <w:ind w:left="720"/>
    </w:pPr>
  </w:style>
  <w:style w:type="character" w:styleId="Strong">
    <w:name w:val="Strong"/>
    <w:basedOn w:val="DefaultParagraphFont"/>
    <w:uiPriority w:val="99"/>
    <w:qFormat/>
    <w:rsid w:val="00433BF7"/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BF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6D3917"/>
  </w:style>
  <w:style w:type="character" w:styleId="CommentReference">
    <w:name w:val="annotation reference"/>
    <w:basedOn w:val="DefaultParagraphFont"/>
    <w:uiPriority w:val="99"/>
    <w:semiHidden/>
    <w:rsid w:val="00333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3C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3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3C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3CD5"/>
    <w:rPr>
      <w:b/>
      <w:bCs/>
    </w:rPr>
  </w:style>
  <w:style w:type="character" w:customStyle="1" w:styleId="markedcontent">
    <w:name w:val="markedcontent"/>
    <w:basedOn w:val="DefaultParagraphFont"/>
    <w:uiPriority w:val="99"/>
    <w:rsid w:val="00697519"/>
  </w:style>
  <w:style w:type="paragraph" w:styleId="NormalWeb">
    <w:name w:val="Normal (Web)"/>
    <w:basedOn w:val="Normal"/>
    <w:uiPriority w:val="99"/>
    <w:rsid w:val="00B150BB"/>
    <w:pPr>
      <w:suppressAutoHyphens w:val="0"/>
      <w:autoSpaceDE w:val="0"/>
      <w:spacing w:before="100" w:after="100" w:line="240" w:lineRule="auto"/>
      <w:jc w:val="both"/>
      <w:textAlignment w:val="auto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ZnakZnakZnakZnak">
    <w:name w:val="Znak Znak Znak Znak"/>
    <w:basedOn w:val="Normal"/>
    <w:uiPriority w:val="99"/>
    <w:rsid w:val="00526952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  <w:style w:type="character" w:styleId="Hyperlink">
    <w:name w:val="Hyperlink"/>
    <w:basedOn w:val="DefaultParagraphFont"/>
    <w:uiPriority w:val="99"/>
    <w:rsid w:val="00D063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05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uzp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17</Pages>
  <Words>4922</Words>
  <Characters>29534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Cikoto-Wawrzyniak Iwona</dc:creator>
  <cp:keywords/>
  <dc:description/>
  <cp:lastModifiedBy>aroessler</cp:lastModifiedBy>
  <cp:revision>17</cp:revision>
  <cp:lastPrinted>2024-10-30T08:31:00Z</cp:lastPrinted>
  <dcterms:created xsi:type="dcterms:W3CDTF">2022-07-19T07:59:00Z</dcterms:created>
  <dcterms:modified xsi:type="dcterms:W3CDTF">2024-10-30T08:31:00Z</dcterms:modified>
</cp:coreProperties>
</file>